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A25E65" w14:textId="77777777" w:rsidR="00C10BDB" w:rsidRPr="00D22121" w:rsidRDefault="00ED51CF" w:rsidP="00BE5C8B">
      <w:pPr>
        <w:ind w:left="3888" w:firstLine="1296"/>
        <w:jc w:val="both"/>
        <w:rPr>
          <w:noProof/>
        </w:rPr>
      </w:pPr>
      <w:r w:rsidRPr="00D22121">
        <w:rPr>
          <w:noProof/>
        </w:rPr>
        <w:t>PATVIRTINTA</w:t>
      </w:r>
    </w:p>
    <w:p w14:paraId="450C2CF2" w14:textId="77777777" w:rsidR="00C10BDB" w:rsidRPr="00D22121" w:rsidRDefault="00700314" w:rsidP="00BE5C8B">
      <w:pPr>
        <w:ind w:left="3888" w:firstLine="1296"/>
        <w:jc w:val="both"/>
        <w:rPr>
          <w:noProof/>
        </w:rPr>
      </w:pPr>
      <w:r w:rsidRPr="00D22121">
        <w:rPr>
          <w:noProof/>
        </w:rPr>
        <w:t xml:space="preserve">Skuodo rajono savivaldybės tarybos </w:t>
      </w:r>
    </w:p>
    <w:p w14:paraId="7F251B19" w14:textId="57E44666" w:rsidR="00C10BDB" w:rsidRPr="00D22121" w:rsidRDefault="00ED51CF" w:rsidP="00BE5C8B">
      <w:pPr>
        <w:ind w:left="3888" w:firstLine="1296"/>
        <w:jc w:val="both"/>
        <w:rPr>
          <w:noProof/>
        </w:rPr>
      </w:pPr>
      <w:r w:rsidRPr="00D22121">
        <w:rPr>
          <w:noProof/>
        </w:rPr>
        <w:t>202</w:t>
      </w:r>
      <w:r w:rsidR="00DB7D74">
        <w:rPr>
          <w:noProof/>
        </w:rPr>
        <w:t>5</w:t>
      </w:r>
      <w:r w:rsidRPr="00D22121">
        <w:rPr>
          <w:noProof/>
        </w:rPr>
        <w:t xml:space="preserve"> m. </w:t>
      </w:r>
      <w:r w:rsidR="00DB7D74">
        <w:rPr>
          <w:noProof/>
        </w:rPr>
        <w:t xml:space="preserve">gegužės </w:t>
      </w:r>
      <w:r w:rsidR="0020777D">
        <w:rPr>
          <w:noProof/>
        </w:rPr>
        <w:t xml:space="preserve"> </w:t>
      </w:r>
      <w:r w:rsidRPr="00D22121">
        <w:rPr>
          <w:noProof/>
        </w:rPr>
        <w:t>d.</w:t>
      </w:r>
      <w:r w:rsidR="00571DC1" w:rsidRPr="00D22121">
        <w:rPr>
          <w:noProof/>
        </w:rPr>
        <w:t xml:space="preserve"> </w:t>
      </w:r>
      <w:r w:rsidRPr="00D22121">
        <w:rPr>
          <w:noProof/>
        </w:rPr>
        <w:t xml:space="preserve">sprendimu Nr. </w:t>
      </w:r>
      <w:r w:rsidR="009F0957" w:rsidRPr="00D22121">
        <w:rPr>
          <w:noProof/>
        </w:rPr>
        <w:t>T</w:t>
      </w:r>
      <w:r w:rsidR="00444C5C">
        <w:rPr>
          <w:noProof/>
        </w:rPr>
        <w:t>9</w:t>
      </w:r>
    </w:p>
    <w:p w14:paraId="4D8D9075" w14:textId="77777777" w:rsidR="00C10BDB" w:rsidRPr="00D22121" w:rsidRDefault="00C10BDB" w:rsidP="00BE5C8B">
      <w:pPr>
        <w:jc w:val="both"/>
        <w:rPr>
          <w:b/>
          <w:noProof/>
        </w:rPr>
      </w:pPr>
    </w:p>
    <w:p w14:paraId="4AEBB471" w14:textId="77777777" w:rsidR="00C10BDB" w:rsidRPr="00D22121" w:rsidRDefault="00C10BDB" w:rsidP="00BE5C8B">
      <w:pPr>
        <w:jc w:val="both"/>
        <w:rPr>
          <w:b/>
          <w:noProof/>
        </w:rPr>
      </w:pPr>
    </w:p>
    <w:p w14:paraId="4F762805" w14:textId="77777777" w:rsidR="00C10BDB" w:rsidRPr="00D22121" w:rsidRDefault="00BE5C8B" w:rsidP="00BE5C8B">
      <w:pPr>
        <w:jc w:val="center"/>
        <w:rPr>
          <w:b/>
          <w:bCs/>
          <w:noProof/>
        </w:rPr>
      </w:pPr>
      <w:r>
        <w:rPr>
          <w:b/>
          <w:noProof/>
        </w:rPr>
        <w:t>2</w:t>
      </w:r>
      <w:r w:rsidR="00ED51CF" w:rsidRPr="00D22121">
        <w:rPr>
          <w:b/>
          <w:noProof/>
        </w:rPr>
        <w:t>02</w:t>
      </w:r>
      <w:r w:rsidR="00DB7D74">
        <w:rPr>
          <w:b/>
          <w:noProof/>
        </w:rPr>
        <w:t>5–2027</w:t>
      </w:r>
      <w:r w:rsidR="00ED51CF" w:rsidRPr="00D22121">
        <w:rPr>
          <w:b/>
          <w:noProof/>
        </w:rPr>
        <w:t xml:space="preserve"> METŲ VALSTYBĖS BIUDŽETO LĖŠŲ, SKIRTŲ </w:t>
      </w:r>
      <w:r w:rsidR="00ED51CF" w:rsidRPr="00D22121">
        <w:rPr>
          <w:rFonts w:eastAsia="Calibri"/>
          <w:b/>
          <w:noProof/>
        </w:rPr>
        <w:t xml:space="preserve">IŠLAIDOMS, SUSIJUSIOMS SU </w:t>
      </w:r>
      <w:r w:rsidR="00700314" w:rsidRPr="00D22121">
        <w:rPr>
          <w:b/>
          <w:noProof/>
        </w:rPr>
        <w:t>SKUODO</w:t>
      </w:r>
      <w:r w:rsidR="00ED51CF" w:rsidRPr="00D22121">
        <w:rPr>
          <w:b/>
          <w:noProof/>
        </w:rPr>
        <w:t xml:space="preserve"> RAJONO SAVIVALDYBĖS </w:t>
      </w:r>
      <w:r w:rsidR="00ED51CF" w:rsidRPr="00D22121">
        <w:rPr>
          <w:rFonts w:eastAsia="Calibri"/>
          <w:b/>
          <w:noProof/>
        </w:rPr>
        <w:t>MOKYKLŲ MOKYTOJŲ, DIRBANČIŲ PAGAL IKIMOKYKLINIO, PRIEŠMOKYKLINIO, BENDROJO UGDYMO PROGRAMAS, PERSONALO OPTIMIZAVIMU IR ATNAUJINIMU</w:t>
      </w:r>
      <w:r w:rsidR="00ED51CF" w:rsidRPr="00D22121">
        <w:rPr>
          <w:b/>
          <w:noProof/>
        </w:rPr>
        <w:t>, APMOKĖTI</w:t>
      </w:r>
      <w:r w:rsidR="007D4560">
        <w:rPr>
          <w:b/>
          <w:noProof/>
        </w:rPr>
        <w:t>,</w:t>
      </w:r>
      <w:r w:rsidR="00962FF7" w:rsidRPr="00D22121">
        <w:rPr>
          <w:b/>
          <w:noProof/>
        </w:rPr>
        <w:t xml:space="preserve"> </w:t>
      </w:r>
      <w:r w:rsidR="00ED51CF" w:rsidRPr="00D22121">
        <w:rPr>
          <w:b/>
          <w:noProof/>
        </w:rPr>
        <w:t xml:space="preserve">PASKIRSTYMO TVARKOS </w:t>
      </w:r>
      <w:r w:rsidR="00ED51CF" w:rsidRPr="00D22121">
        <w:rPr>
          <w:b/>
          <w:bCs/>
          <w:noProof/>
        </w:rPr>
        <w:t>APRAŠAS</w:t>
      </w:r>
    </w:p>
    <w:p w14:paraId="02EA20E9" w14:textId="77777777" w:rsidR="00C10BDB" w:rsidRPr="00D22121" w:rsidRDefault="00C10BDB" w:rsidP="00BE5C8B">
      <w:pPr>
        <w:jc w:val="center"/>
        <w:rPr>
          <w:b/>
          <w:bCs/>
          <w:noProof/>
          <w:kern w:val="36"/>
        </w:rPr>
      </w:pPr>
    </w:p>
    <w:p w14:paraId="6AFD3CFE" w14:textId="77777777" w:rsidR="00C10BDB" w:rsidRPr="00D22121" w:rsidRDefault="00ED51CF" w:rsidP="00BE5C8B">
      <w:pPr>
        <w:jc w:val="center"/>
        <w:rPr>
          <w:b/>
          <w:bCs/>
          <w:noProof/>
          <w:kern w:val="36"/>
        </w:rPr>
      </w:pPr>
      <w:r w:rsidRPr="00D22121">
        <w:rPr>
          <w:b/>
          <w:bCs/>
          <w:noProof/>
          <w:kern w:val="36"/>
        </w:rPr>
        <w:t>I SKYRIUS</w:t>
      </w:r>
    </w:p>
    <w:p w14:paraId="1019DEE1" w14:textId="77777777" w:rsidR="00C10BDB" w:rsidRPr="00D22121" w:rsidRDefault="00ED51CF" w:rsidP="00BE5C8B">
      <w:pPr>
        <w:jc w:val="center"/>
        <w:rPr>
          <w:b/>
          <w:bCs/>
          <w:noProof/>
          <w:kern w:val="36"/>
        </w:rPr>
      </w:pPr>
      <w:r w:rsidRPr="00D22121">
        <w:rPr>
          <w:b/>
          <w:bCs/>
          <w:noProof/>
          <w:kern w:val="36"/>
        </w:rPr>
        <w:t>BENDROSIOS NUOSTATOS</w:t>
      </w:r>
    </w:p>
    <w:p w14:paraId="4B8818DB" w14:textId="77777777" w:rsidR="00C10BDB" w:rsidRPr="00D22121" w:rsidRDefault="00C10BDB" w:rsidP="00BE5C8B">
      <w:pPr>
        <w:jc w:val="both"/>
        <w:rPr>
          <w:bCs/>
          <w:noProof/>
          <w:kern w:val="36"/>
        </w:rPr>
      </w:pPr>
    </w:p>
    <w:p w14:paraId="3F2E6F76" w14:textId="77777777" w:rsidR="00C10BDB" w:rsidRPr="00D22121" w:rsidRDefault="00ED51CF" w:rsidP="00BE5C8B">
      <w:pPr>
        <w:ind w:firstLine="720"/>
        <w:jc w:val="both"/>
        <w:rPr>
          <w:bCs/>
          <w:noProof/>
        </w:rPr>
      </w:pPr>
      <w:r w:rsidRPr="00D22121">
        <w:rPr>
          <w:noProof/>
        </w:rPr>
        <w:t>1. 202</w:t>
      </w:r>
      <w:r w:rsidR="00DB7D74">
        <w:rPr>
          <w:noProof/>
        </w:rPr>
        <w:t>5–2027</w:t>
      </w:r>
      <w:r w:rsidRPr="00D22121">
        <w:rPr>
          <w:noProof/>
        </w:rPr>
        <w:t xml:space="preserve"> metų valstybės biudžeto lėšų, skirtų </w:t>
      </w:r>
      <w:r w:rsidRPr="00D22121">
        <w:rPr>
          <w:rFonts w:eastAsia="Calibri"/>
          <w:noProof/>
        </w:rPr>
        <w:t xml:space="preserve">išlaidoms, susijusioms su </w:t>
      </w:r>
      <w:r w:rsidR="00700314" w:rsidRPr="00D22121">
        <w:rPr>
          <w:rFonts w:eastAsia="Calibri"/>
          <w:noProof/>
        </w:rPr>
        <w:t>Skuodo</w:t>
      </w:r>
      <w:r w:rsidRPr="00D22121">
        <w:rPr>
          <w:rFonts w:eastAsia="Calibri"/>
          <w:noProof/>
        </w:rPr>
        <w:t xml:space="preserve"> rajono savivaldybės (toliau – Savivaldybė) mokyklų mokytojų, dirbančių pagal ikimokyklinio, priešmokyklinio, bendrojo ugdymo programas (toliau – mokytojai), personalo optimizavimu ir atnaujinimu</w:t>
      </w:r>
      <w:r w:rsidRPr="00D22121">
        <w:rPr>
          <w:noProof/>
        </w:rPr>
        <w:t xml:space="preserve">, apmokėti, paskirstymo tvarkos </w:t>
      </w:r>
      <w:r w:rsidRPr="00D22121">
        <w:rPr>
          <w:bCs/>
          <w:noProof/>
        </w:rPr>
        <w:t>aprašas (toliau – Aprašas) nustato valstybės biudžeto lėšų, skirtų Savivaldybei išlaidoms, susijusioms su mokyklų mokytojų personalo optimizavimu ir atnaujinimu, apmokėti (toliau – valstybės biudžeto lėšos), paskirstymo tvarką.</w:t>
      </w:r>
    </w:p>
    <w:p w14:paraId="7376DCE7" w14:textId="77777777" w:rsidR="00C10BDB" w:rsidRPr="00D22121" w:rsidRDefault="00ED51CF" w:rsidP="00BE5C8B">
      <w:pPr>
        <w:ind w:firstLine="720"/>
        <w:jc w:val="both"/>
        <w:rPr>
          <w:bCs/>
          <w:noProof/>
        </w:rPr>
      </w:pPr>
      <w:r w:rsidRPr="00D22121">
        <w:rPr>
          <w:bCs/>
          <w:noProof/>
        </w:rPr>
        <w:t>2. Apraše naudojamos Lietuvos Respublikos švietimo įstatyme bei kituose teisės aktuose apibrėžtos sąvokos.</w:t>
      </w:r>
    </w:p>
    <w:p w14:paraId="32057E5C" w14:textId="77777777" w:rsidR="00C10BDB" w:rsidRPr="00D22121" w:rsidRDefault="00C10BDB" w:rsidP="00BE5C8B">
      <w:pPr>
        <w:jc w:val="both"/>
        <w:rPr>
          <w:bCs/>
          <w:noProof/>
        </w:rPr>
      </w:pPr>
    </w:p>
    <w:p w14:paraId="17CD4D64" w14:textId="77777777" w:rsidR="00C10BDB" w:rsidRPr="00D22121" w:rsidRDefault="00ED51CF" w:rsidP="00BE5C8B">
      <w:pPr>
        <w:jc w:val="center"/>
        <w:rPr>
          <w:b/>
          <w:bCs/>
          <w:noProof/>
          <w:kern w:val="36"/>
        </w:rPr>
      </w:pPr>
      <w:r w:rsidRPr="00D22121">
        <w:rPr>
          <w:b/>
          <w:bCs/>
          <w:noProof/>
          <w:kern w:val="36"/>
        </w:rPr>
        <w:t>II SKYRIUS</w:t>
      </w:r>
    </w:p>
    <w:p w14:paraId="3A1EB11F" w14:textId="77777777" w:rsidR="00C10BDB" w:rsidRPr="00D22121" w:rsidRDefault="00ED51CF" w:rsidP="00BE5C8B">
      <w:pPr>
        <w:jc w:val="center"/>
        <w:rPr>
          <w:rFonts w:eastAsia="Calibri"/>
          <w:b/>
          <w:bCs/>
          <w:noProof/>
        </w:rPr>
      </w:pPr>
      <w:r w:rsidRPr="00D22121">
        <w:rPr>
          <w:b/>
          <w:noProof/>
        </w:rPr>
        <w:t>VALSTYBĖS BIUDŽETO</w:t>
      </w:r>
      <w:r w:rsidRPr="00D22121">
        <w:rPr>
          <w:b/>
          <w:bCs/>
          <w:noProof/>
          <w:kern w:val="36"/>
        </w:rPr>
        <w:t xml:space="preserve"> </w:t>
      </w:r>
      <w:r w:rsidRPr="00D22121">
        <w:rPr>
          <w:rFonts w:eastAsia="Calibri"/>
          <w:b/>
          <w:bCs/>
          <w:noProof/>
        </w:rPr>
        <w:t>LĖŠŲ SKYRIMAS MOKYTOJŲ PASITRAUKIMUI</w:t>
      </w:r>
    </w:p>
    <w:p w14:paraId="467DCA27" w14:textId="77777777" w:rsidR="00C10BDB" w:rsidRPr="00D22121" w:rsidRDefault="00C10BDB" w:rsidP="00BE5C8B">
      <w:pPr>
        <w:jc w:val="both"/>
        <w:rPr>
          <w:bCs/>
          <w:noProof/>
          <w:kern w:val="36"/>
        </w:rPr>
      </w:pPr>
    </w:p>
    <w:p w14:paraId="62C1167A" w14:textId="77777777" w:rsidR="00C10BDB" w:rsidRPr="00D22121" w:rsidRDefault="00ED51CF" w:rsidP="00BE5C8B">
      <w:pPr>
        <w:ind w:firstLine="720"/>
        <w:jc w:val="both"/>
        <w:rPr>
          <w:rFonts w:eastAsia="Calibri"/>
          <w:noProof/>
        </w:rPr>
      </w:pPr>
      <w:r w:rsidRPr="00D22121">
        <w:rPr>
          <w:bCs/>
          <w:noProof/>
        </w:rPr>
        <w:t>3. V</w:t>
      </w:r>
      <w:r w:rsidRPr="00D22121">
        <w:rPr>
          <w:noProof/>
        </w:rPr>
        <w:t>alstybės biudžeto l</w:t>
      </w:r>
      <w:r w:rsidRPr="00D22121">
        <w:rPr>
          <w:bCs/>
          <w:noProof/>
        </w:rPr>
        <w:t xml:space="preserve">ėšos </w:t>
      </w:r>
      <w:r w:rsidRPr="00D22121">
        <w:rPr>
          <w:rFonts w:eastAsia="Calibri"/>
          <w:noProof/>
        </w:rPr>
        <w:t>mokytojų pasitraukimui skiriamos išeitinių išmokų išlaidoms visiškai arba iš dalies padengti, kai išeitinės išmokos mokamos mokytojams, su jais nutraukiant darbo sutartis šalių susitarimu pagal Lietuvos Respublikos darbo kodekso 54 straipsnį</w:t>
      </w:r>
      <w:r w:rsidR="001D0877">
        <w:rPr>
          <w:rFonts w:eastAsia="Calibri"/>
          <w:noProof/>
        </w:rPr>
        <w:t>,</w:t>
      </w:r>
      <w:r w:rsidRPr="00D22121">
        <w:rPr>
          <w:rFonts w:eastAsia="Calibri"/>
          <w:noProof/>
        </w:rPr>
        <w:t xml:space="preserve"> šiais atvejais:</w:t>
      </w:r>
    </w:p>
    <w:p w14:paraId="24883E22" w14:textId="77777777" w:rsidR="00C10BDB" w:rsidRPr="00D22121" w:rsidRDefault="00ED51CF" w:rsidP="00BE5C8B">
      <w:pPr>
        <w:ind w:firstLine="720"/>
        <w:jc w:val="both"/>
        <w:rPr>
          <w:rFonts w:eastAsia="Calibri"/>
          <w:strike/>
          <w:noProof/>
        </w:rPr>
      </w:pPr>
      <w:r w:rsidRPr="00D22121">
        <w:rPr>
          <w:rFonts w:eastAsia="Calibri"/>
          <w:noProof/>
        </w:rPr>
        <w:t xml:space="preserve">3.1. </w:t>
      </w:r>
      <w:r w:rsidRPr="00D22121">
        <w:rPr>
          <w:bCs/>
          <w:noProof/>
          <w:bdr w:val="none" w:sz="0" w:space="0" w:color="auto" w:frame="1"/>
          <w:shd w:val="clear" w:color="auto" w:fill="FFFFFF"/>
        </w:rPr>
        <w:t>dėl mokyklų tinklo pertvarkos – valstybės biudžeto lėšos šiam tikslui skiriamos prioriteto tvarka;</w:t>
      </w:r>
    </w:p>
    <w:p w14:paraId="19C462D7" w14:textId="77777777" w:rsidR="00C10BDB" w:rsidRPr="00D22121" w:rsidRDefault="00ED51CF" w:rsidP="00BE5C8B">
      <w:pPr>
        <w:ind w:firstLine="720"/>
        <w:jc w:val="both"/>
        <w:rPr>
          <w:noProof/>
        </w:rPr>
      </w:pPr>
      <w:r w:rsidRPr="00D22121">
        <w:rPr>
          <w:rFonts w:eastAsia="Calibri"/>
          <w:noProof/>
        </w:rPr>
        <w:t xml:space="preserve">3.2. </w:t>
      </w:r>
      <w:r w:rsidRPr="00D22121">
        <w:rPr>
          <w:bCs/>
          <w:noProof/>
          <w:bdr w:val="none" w:sz="0" w:space="0" w:color="auto" w:frame="1"/>
          <w:shd w:val="clear" w:color="auto" w:fill="FFFFFF"/>
        </w:rPr>
        <w:t>visiškai patenkinus Aprašo 3.1 papunktyje nurodytų išeitinių išmokų poreikį</w:t>
      </w:r>
      <w:r w:rsidRPr="00D22121">
        <w:rPr>
          <w:noProof/>
        </w:rPr>
        <w:t>, valstybės biudžeto lėšos gali būti skiriamos:</w:t>
      </w:r>
    </w:p>
    <w:p w14:paraId="1E108655" w14:textId="77777777" w:rsidR="00C10BDB" w:rsidRPr="00D22121" w:rsidRDefault="00ED51CF" w:rsidP="00BE5C8B">
      <w:pPr>
        <w:ind w:firstLine="720"/>
        <w:jc w:val="both"/>
        <w:rPr>
          <w:noProof/>
          <w:color w:val="000000"/>
        </w:rPr>
      </w:pPr>
      <w:r w:rsidRPr="00D22121">
        <w:rPr>
          <w:noProof/>
          <w:color w:val="000000"/>
        </w:rPr>
        <w:t xml:space="preserve">3.2.1. </w:t>
      </w:r>
      <w:bookmarkStart w:id="0" w:name="_Hlk168311761"/>
      <w:r w:rsidRPr="00D22121">
        <w:rPr>
          <w:noProof/>
          <w:color w:val="000000"/>
        </w:rPr>
        <w:t>dėl savininko teises ir pareigas įgyvendinančios institucijos (dalyvių susirinkimo) priimto sprendimo mokykloje mažinti klasių (grupių) skaičių, išskyrus Aprašo 3.1 papunktyje nurodytą atvejį;</w:t>
      </w:r>
    </w:p>
    <w:bookmarkEnd w:id="0"/>
    <w:p w14:paraId="7AFE3581" w14:textId="77777777" w:rsidR="00C10BDB" w:rsidRPr="00D22121" w:rsidRDefault="00ED51CF" w:rsidP="00BE5C8B">
      <w:pPr>
        <w:ind w:firstLine="720"/>
        <w:jc w:val="both"/>
        <w:rPr>
          <w:noProof/>
          <w:color w:val="000000"/>
        </w:rPr>
      </w:pPr>
      <w:r w:rsidRPr="00D22121">
        <w:rPr>
          <w:noProof/>
          <w:color w:val="000000"/>
        </w:rPr>
        <w:t>3.2.2. mokytojui įgijus teisę į visą socialinio draudimo senatvės pensiją.</w:t>
      </w:r>
    </w:p>
    <w:p w14:paraId="055792C6" w14:textId="77777777" w:rsidR="00C10BDB" w:rsidRPr="00D22121" w:rsidRDefault="00ED51CF" w:rsidP="00BE5C8B">
      <w:pPr>
        <w:ind w:firstLine="720"/>
        <w:jc w:val="both"/>
        <w:rPr>
          <w:rFonts w:eastAsia="Calibri"/>
          <w:noProof/>
        </w:rPr>
      </w:pPr>
      <w:r w:rsidRPr="00D22121">
        <w:rPr>
          <w:rFonts w:eastAsia="Calibri"/>
          <w:noProof/>
        </w:rPr>
        <w:t>4. Išeitinės išmokos, kuriai mokėti skiriama valstybės biudžeto lėšų, dydis vienam asmeniui negali viršyti:</w:t>
      </w:r>
    </w:p>
    <w:p w14:paraId="0BA6619E" w14:textId="77777777" w:rsidR="00C10BDB" w:rsidRPr="00D22121" w:rsidRDefault="00ED51CF" w:rsidP="00BE5C8B">
      <w:pPr>
        <w:ind w:firstLine="720"/>
        <w:jc w:val="both"/>
        <w:rPr>
          <w:rFonts w:eastAsia="Calibri"/>
          <w:noProof/>
        </w:rPr>
      </w:pPr>
      <w:r w:rsidRPr="00D22121">
        <w:rPr>
          <w:rFonts w:eastAsia="Calibri"/>
          <w:noProof/>
        </w:rPr>
        <w:t>4.1. dviejų mokytojo vidutinių mėnesinių darbo užmokesčių dydžio, kai darbo santykiai su darbdaviu atleidimo iš darbo dieną tęsėsi iki penkerių metų;</w:t>
      </w:r>
    </w:p>
    <w:p w14:paraId="08FB99E8" w14:textId="77777777" w:rsidR="00C10BDB" w:rsidRPr="00D22121" w:rsidRDefault="00ED51CF" w:rsidP="00BE5C8B">
      <w:pPr>
        <w:ind w:firstLine="720"/>
        <w:jc w:val="both"/>
        <w:rPr>
          <w:rFonts w:eastAsia="Calibri"/>
          <w:noProof/>
        </w:rPr>
      </w:pPr>
      <w:r w:rsidRPr="00D22121">
        <w:rPr>
          <w:rFonts w:eastAsia="Calibri"/>
          <w:noProof/>
        </w:rPr>
        <w:t>4.2. trijų mokytojo vidutinių mėnesinių darbo užmokesčių dydžio, kai darbo santykiai su darbdaviu atleidimo iš darbo dieną tęsėsi nuo penkerių iki dešimt metų;</w:t>
      </w:r>
    </w:p>
    <w:p w14:paraId="374C12E7" w14:textId="77777777" w:rsidR="00C10BDB" w:rsidRPr="00D22121" w:rsidRDefault="00ED51CF" w:rsidP="00BE5C8B">
      <w:pPr>
        <w:ind w:firstLine="720"/>
        <w:jc w:val="both"/>
        <w:rPr>
          <w:rFonts w:eastAsia="Calibri"/>
          <w:noProof/>
        </w:rPr>
      </w:pPr>
      <w:r w:rsidRPr="00D22121">
        <w:rPr>
          <w:rFonts w:eastAsia="Calibri"/>
          <w:noProof/>
        </w:rPr>
        <w:t>4.3. keturių mokytojo vidutinių mėnesinių darbo užmokesčių dydžio, kai darbo santykiai su darbdaviu atleidimo iš darbo dieną tęsėsi nuo dešimt iki dvidešimt metų;</w:t>
      </w:r>
    </w:p>
    <w:p w14:paraId="7C7DF58A" w14:textId="77777777" w:rsidR="00C10BDB" w:rsidRPr="00D22121" w:rsidRDefault="00ED51CF" w:rsidP="00BE5C8B">
      <w:pPr>
        <w:ind w:firstLine="720"/>
        <w:jc w:val="both"/>
        <w:rPr>
          <w:noProof/>
        </w:rPr>
      </w:pPr>
      <w:r w:rsidRPr="00D22121">
        <w:rPr>
          <w:noProof/>
        </w:rPr>
        <w:t>4.4. penkių mokytojo vidutinių mėnesinių darbo užmokesčių dydžio, kai darbo santykiai su darbdaviu atleidimo iš darbo dieną tęsėsi nuo dvidešimt iki dvidešimt penkerių metų;</w:t>
      </w:r>
    </w:p>
    <w:p w14:paraId="0741B63B" w14:textId="77777777" w:rsidR="00C10BDB" w:rsidRPr="00D22121" w:rsidRDefault="00ED51CF" w:rsidP="00BE5C8B">
      <w:pPr>
        <w:ind w:firstLine="720"/>
        <w:jc w:val="both"/>
        <w:rPr>
          <w:rFonts w:eastAsia="Calibri"/>
          <w:noProof/>
        </w:rPr>
      </w:pPr>
      <w:r w:rsidRPr="00D22121">
        <w:rPr>
          <w:noProof/>
        </w:rPr>
        <w:t xml:space="preserve">4.5. </w:t>
      </w:r>
      <w:r w:rsidRPr="00D22121">
        <w:rPr>
          <w:rFonts w:eastAsia="Calibri"/>
          <w:noProof/>
        </w:rPr>
        <w:t>šešių mokytojo vidutinių mėnesinių darbo užmokesčių dydžio, kai darbo santykiai su darbdaviu atleidimo iš darbo dieną tęsėsi dvidešimt penkerius ir daugiau metų.</w:t>
      </w:r>
    </w:p>
    <w:p w14:paraId="7EF8BC16" w14:textId="77777777" w:rsidR="00C10BDB" w:rsidRPr="00D22121" w:rsidRDefault="00ED51CF" w:rsidP="00BE5C8B">
      <w:pPr>
        <w:ind w:firstLine="720"/>
        <w:jc w:val="both"/>
        <w:rPr>
          <w:rFonts w:eastAsia="Calibri"/>
          <w:noProof/>
        </w:rPr>
      </w:pPr>
      <w:r w:rsidRPr="00D22121">
        <w:rPr>
          <w:rFonts w:eastAsia="Calibri"/>
          <w:noProof/>
        </w:rPr>
        <w:t xml:space="preserve">5. Savivaldybės mokyklose mokytojų išeitinių išmokų, mokamų vadovaujantis Aprašu, išlaidos iš valstybės biudžeto lėšų dengiamos iš dalies: valstybės biudžeto lėšų dalis negali būti </w:t>
      </w:r>
      <w:r w:rsidRPr="00D22121">
        <w:rPr>
          <w:rFonts w:eastAsia="Calibri"/>
          <w:noProof/>
        </w:rPr>
        <w:lastRenderedPageBreak/>
        <w:t>didesnė kaip 2/3 nuo faktiškai išmokėtos išeitinių išmokų sumos, o savivaldybės biudžeto lėšų dalis negali būti mažesnė kaip 1/3 nuo faktiškai išmokėtos išeitinių išmokų sumos.</w:t>
      </w:r>
    </w:p>
    <w:p w14:paraId="2754A336" w14:textId="77777777" w:rsidR="00C10BDB" w:rsidRPr="00D22121" w:rsidRDefault="00C10BDB" w:rsidP="00BE5C8B">
      <w:pPr>
        <w:jc w:val="both"/>
        <w:rPr>
          <w:bCs/>
          <w:noProof/>
        </w:rPr>
      </w:pPr>
    </w:p>
    <w:p w14:paraId="750614F9" w14:textId="77777777" w:rsidR="00C10BDB" w:rsidRPr="00D22121" w:rsidRDefault="00ED51CF" w:rsidP="00BE5C8B">
      <w:pPr>
        <w:jc w:val="center"/>
        <w:rPr>
          <w:b/>
          <w:bCs/>
          <w:noProof/>
        </w:rPr>
      </w:pPr>
      <w:r w:rsidRPr="00D22121">
        <w:rPr>
          <w:b/>
          <w:bCs/>
          <w:noProof/>
        </w:rPr>
        <w:t>III SKYRIUS</w:t>
      </w:r>
    </w:p>
    <w:p w14:paraId="055F83CE" w14:textId="77777777" w:rsidR="00C10BDB" w:rsidRPr="00D22121" w:rsidRDefault="00ED51CF" w:rsidP="00BE5C8B">
      <w:pPr>
        <w:jc w:val="center"/>
        <w:rPr>
          <w:rFonts w:eastAsia="Calibri"/>
          <w:b/>
          <w:bCs/>
          <w:noProof/>
        </w:rPr>
      </w:pPr>
      <w:r w:rsidRPr="00D22121">
        <w:rPr>
          <w:b/>
          <w:noProof/>
        </w:rPr>
        <w:t>VALSTYBĖS</w:t>
      </w:r>
      <w:r w:rsidRPr="00D22121">
        <w:rPr>
          <w:rFonts w:eastAsia="Calibri"/>
          <w:b/>
          <w:bCs/>
          <w:noProof/>
        </w:rPr>
        <w:t xml:space="preserve"> BIUDŽETO LĖŠŲ SKYRIMAS MOKYTOJŲ PRITRAUKIMUI</w:t>
      </w:r>
    </w:p>
    <w:p w14:paraId="3C502651" w14:textId="77777777" w:rsidR="00C10BDB" w:rsidRPr="00D22121" w:rsidRDefault="00C10BDB" w:rsidP="00BE5C8B">
      <w:pPr>
        <w:jc w:val="center"/>
        <w:rPr>
          <w:b/>
          <w:bCs/>
          <w:noProof/>
          <w:kern w:val="36"/>
        </w:rPr>
      </w:pPr>
    </w:p>
    <w:p w14:paraId="69DAB8E8" w14:textId="77777777" w:rsidR="00C10BDB" w:rsidRPr="00D22121" w:rsidRDefault="00ED51CF" w:rsidP="00BE5C8B">
      <w:pPr>
        <w:ind w:firstLine="720"/>
        <w:jc w:val="both"/>
        <w:rPr>
          <w:rFonts w:eastAsia="Calibri"/>
          <w:noProof/>
        </w:rPr>
      </w:pPr>
      <w:r w:rsidRPr="00D22121">
        <w:rPr>
          <w:bCs/>
          <w:noProof/>
          <w:kern w:val="36"/>
        </w:rPr>
        <w:t xml:space="preserve">6. </w:t>
      </w:r>
      <w:r w:rsidRPr="00D22121">
        <w:rPr>
          <w:rFonts w:eastAsia="Calibri"/>
          <w:noProof/>
        </w:rPr>
        <w:t>Valstybės biudžeto lėšos mokytojų pritraukimui skiriamos Savivaldybės mokyklose taikomoms priemonėms, kurios paskatintų asmenį užimti laisvą mokytojo darbo vietą ir dirbti joje (toliau – mokytojų pritraukimo priemonės), finansuoti.</w:t>
      </w:r>
    </w:p>
    <w:p w14:paraId="06F48110" w14:textId="77777777" w:rsidR="00C10BDB" w:rsidRPr="00D22121" w:rsidRDefault="00ED51CF" w:rsidP="00BE5C8B">
      <w:pPr>
        <w:ind w:firstLine="720"/>
        <w:jc w:val="both"/>
        <w:rPr>
          <w:rFonts w:eastAsia="Calibri"/>
          <w:noProof/>
        </w:rPr>
      </w:pPr>
      <w:r w:rsidRPr="00D22121">
        <w:rPr>
          <w:rFonts w:eastAsia="Calibri"/>
          <w:noProof/>
        </w:rPr>
        <w:t>7. Mokytojų pritraukimo priemonės, finansuojamos iš valstybės biudžeto lėšų, gali būti pradėtos taikyti asmeniui, einamaisiais kalendoriniais metais priimtam į laisvą mokytojo pareigybę mokykloje (visai mokytojo pareigybės darbo laiko normai arba jos daliai):</w:t>
      </w:r>
    </w:p>
    <w:p w14:paraId="6D08020D" w14:textId="77777777" w:rsidR="00C10BDB" w:rsidRPr="00D22121" w:rsidRDefault="00ED51CF" w:rsidP="00BE5C8B">
      <w:pPr>
        <w:ind w:firstLine="720"/>
        <w:jc w:val="both"/>
        <w:rPr>
          <w:rFonts w:eastAsia="Calibri"/>
          <w:noProof/>
        </w:rPr>
      </w:pPr>
      <w:r w:rsidRPr="00D22121">
        <w:rPr>
          <w:rFonts w:eastAsia="Calibri"/>
          <w:noProof/>
        </w:rPr>
        <w:t xml:space="preserve">7.1. jei asmuo nėra dirbęs mokytoju valstybinėje arba savivaldybės mokykloje </w:t>
      </w:r>
      <w:r w:rsidRPr="00D22121">
        <w:rPr>
          <w:rFonts w:eastAsia="Calibri"/>
          <w:noProof/>
          <w:lang w:eastAsia="lt-LT"/>
        </w:rPr>
        <w:t>pagal ikimokyklinio, priešmokyklinio, bendrojo ugdymo mokymo programas;</w:t>
      </w:r>
    </w:p>
    <w:p w14:paraId="67439240" w14:textId="77777777" w:rsidR="00C10BDB" w:rsidRPr="00D22121" w:rsidRDefault="00ED51CF" w:rsidP="00BE5C8B">
      <w:pPr>
        <w:ind w:firstLine="720"/>
        <w:jc w:val="both"/>
        <w:rPr>
          <w:rFonts w:eastAsia="Calibri"/>
          <w:noProof/>
        </w:rPr>
      </w:pPr>
      <w:r w:rsidRPr="00D22121">
        <w:rPr>
          <w:rFonts w:eastAsia="Calibri"/>
          <w:noProof/>
        </w:rPr>
        <w:t>7.2. jei asmuo yra dirbęs mokytoju valstybinėje arba savivaldybės mokykloje pagal ikimokyklinio, priešmokyklinio, bendrojo ugdymo mokymo programas, išskyrus šiuos atvejus:</w:t>
      </w:r>
    </w:p>
    <w:p w14:paraId="264E7FE3" w14:textId="77777777" w:rsidR="00C10BDB" w:rsidRPr="00D22121" w:rsidRDefault="00ED51CF" w:rsidP="00BE5C8B">
      <w:pPr>
        <w:ind w:firstLine="720"/>
        <w:jc w:val="both"/>
        <w:rPr>
          <w:rFonts w:eastAsia="Calibri"/>
          <w:noProof/>
        </w:rPr>
      </w:pPr>
      <w:r w:rsidRPr="00D22121">
        <w:rPr>
          <w:rFonts w:eastAsia="Calibri"/>
          <w:noProof/>
        </w:rPr>
        <w:t>7.2.1. kai mokytojas, priimtas į mokyklą, joje yra dirbęs neterminuotai per pastaruosius 12 mėnesių;</w:t>
      </w:r>
    </w:p>
    <w:p w14:paraId="2C8CEAC1" w14:textId="77777777" w:rsidR="00C10BDB" w:rsidRPr="00D22121" w:rsidRDefault="00ED51CF" w:rsidP="00BE5C8B">
      <w:pPr>
        <w:ind w:firstLine="720"/>
        <w:jc w:val="both"/>
        <w:rPr>
          <w:rFonts w:eastAsia="Calibri"/>
          <w:noProof/>
        </w:rPr>
      </w:pPr>
      <w:r w:rsidRPr="00D22121">
        <w:rPr>
          <w:rFonts w:eastAsia="Calibri"/>
          <w:noProof/>
        </w:rPr>
        <w:t>7.2.2. kai mokytojas yra dirbęs neterminuotai per pastaruosius 12 mėnesių mokykloje, kuri yra toje pačioje gyvenamojoje vietovėje (tame pačiame mieste, miestelyje ar kaime) kaip mokykla, į kurią yra priimtas.</w:t>
      </w:r>
    </w:p>
    <w:p w14:paraId="3516A5F0" w14:textId="77777777" w:rsidR="00C10BDB" w:rsidRPr="00D22121" w:rsidRDefault="00ED51CF" w:rsidP="00BE5C8B">
      <w:pPr>
        <w:ind w:firstLine="720"/>
        <w:jc w:val="both"/>
        <w:rPr>
          <w:rFonts w:eastAsia="Calibri"/>
          <w:noProof/>
        </w:rPr>
      </w:pPr>
      <w:r w:rsidRPr="00D22121">
        <w:rPr>
          <w:rFonts w:eastAsia="Calibri"/>
          <w:noProof/>
        </w:rPr>
        <w:t xml:space="preserve">8. Asmeniui taikomos mokytojų pritraukimo priemonės yra individualiai su juo derinamos ir nustatomos mokyklos vadovo sprendimu apibrėžtam laikotarpiui, bet ne ilgiau kaip iki einamųjų kalendorinių metų pabaigos. </w:t>
      </w:r>
    </w:p>
    <w:p w14:paraId="40E8A807" w14:textId="77777777" w:rsidR="00C10BDB" w:rsidRPr="00D22121" w:rsidRDefault="00ED51CF" w:rsidP="00BE5C8B">
      <w:pPr>
        <w:ind w:firstLine="720"/>
        <w:jc w:val="both"/>
        <w:rPr>
          <w:rFonts w:eastAsia="Calibri"/>
          <w:noProof/>
        </w:rPr>
      </w:pPr>
      <w:r w:rsidRPr="00D22121">
        <w:rPr>
          <w:rFonts w:eastAsia="Calibri"/>
          <w:noProof/>
        </w:rPr>
        <w:t>9. Mokytojų pritraukimo priemonės, kurioms mokyklos savininko teises ir pareigas įgyvendinančios institucijos (dalyvių susirinkimo) nustatyta tvarka skiriamos valstybės biudžeto  lėšos, gali būti šios:</w:t>
      </w:r>
    </w:p>
    <w:p w14:paraId="3882E517" w14:textId="77777777" w:rsidR="00C10BDB" w:rsidRPr="00D22121" w:rsidRDefault="00ED51CF" w:rsidP="00BE5C8B">
      <w:pPr>
        <w:ind w:firstLine="720"/>
        <w:jc w:val="both"/>
        <w:rPr>
          <w:rFonts w:eastAsia="Calibri"/>
          <w:noProof/>
        </w:rPr>
      </w:pPr>
      <w:r w:rsidRPr="00D22121">
        <w:rPr>
          <w:rFonts w:eastAsia="Calibri"/>
          <w:noProof/>
        </w:rPr>
        <w:t>9.1. materialinei paramai;</w:t>
      </w:r>
    </w:p>
    <w:p w14:paraId="109B8750" w14:textId="77777777" w:rsidR="00C10BDB" w:rsidRPr="00D22121" w:rsidRDefault="00ED51CF" w:rsidP="00BE5C8B">
      <w:pPr>
        <w:ind w:firstLine="720"/>
        <w:jc w:val="both"/>
        <w:rPr>
          <w:rFonts w:eastAsia="Calibri"/>
          <w:noProof/>
        </w:rPr>
      </w:pPr>
      <w:r w:rsidRPr="00D22121">
        <w:rPr>
          <w:rFonts w:eastAsia="Calibri"/>
          <w:noProof/>
        </w:rPr>
        <w:t xml:space="preserve">9.2. važiavimo į darbą ir atgal visuomeniniu </w:t>
      </w:r>
      <w:r w:rsidRPr="00D22121">
        <w:rPr>
          <w:noProof/>
          <w:color w:val="000000"/>
        </w:rPr>
        <w:t>transportu, taip pat nuosava, išsinuomota ar pagal panaudos sutartį perduota transporto priemone išlaidoms kompensuoti;</w:t>
      </w:r>
    </w:p>
    <w:p w14:paraId="39A2C761" w14:textId="77777777" w:rsidR="00C10BDB" w:rsidRPr="00D22121" w:rsidRDefault="00ED51CF" w:rsidP="00BE5C8B">
      <w:pPr>
        <w:ind w:firstLine="720"/>
        <w:jc w:val="both"/>
        <w:rPr>
          <w:rFonts w:eastAsia="Calibri"/>
          <w:noProof/>
        </w:rPr>
      </w:pPr>
      <w:r w:rsidRPr="00D22121">
        <w:rPr>
          <w:rFonts w:eastAsia="Calibri"/>
          <w:noProof/>
        </w:rPr>
        <w:t>9.3. gyvenamojo ploto nuomos išlaidoms kompensuoti;</w:t>
      </w:r>
    </w:p>
    <w:p w14:paraId="34C79A5F" w14:textId="77777777" w:rsidR="00C10BDB" w:rsidRPr="00D22121" w:rsidRDefault="00ED51CF" w:rsidP="00BE5C8B">
      <w:pPr>
        <w:ind w:firstLine="720"/>
        <w:jc w:val="both"/>
        <w:rPr>
          <w:rFonts w:eastAsia="Calibri"/>
          <w:noProof/>
        </w:rPr>
      </w:pPr>
      <w:r w:rsidRPr="00D22121">
        <w:rPr>
          <w:rFonts w:eastAsia="Calibri"/>
          <w:noProof/>
        </w:rPr>
        <w:t xml:space="preserve">9.4. </w:t>
      </w:r>
      <w:r w:rsidRPr="00D22121">
        <w:rPr>
          <w:noProof/>
          <w:color w:val="000000"/>
        </w:rPr>
        <w:t>kvalifikacijos įgijimo ir tobulinimo išlaidoms kompensuoti (pedagogo kvalifikacijos, kito mokomojo dalyko ar pedagoginės specializacijos kompetencijų įgijimo, kvalifikacijos tobulinimo ir su juo susijusioms išlaidoms kompensuoti);</w:t>
      </w:r>
    </w:p>
    <w:p w14:paraId="687A08F3" w14:textId="77777777" w:rsidR="00C10BDB" w:rsidRPr="00D22121" w:rsidRDefault="00ED51CF" w:rsidP="00BE5C8B">
      <w:pPr>
        <w:ind w:firstLine="720"/>
        <w:jc w:val="both"/>
        <w:rPr>
          <w:rFonts w:eastAsia="Calibri"/>
          <w:noProof/>
        </w:rPr>
      </w:pPr>
      <w:r w:rsidRPr="00D22121">
        <w:rPr>
          <w:rFonts w:eastAsia="Calibri"/>
          <w:noProof/>
        </w:rPr>
        <w:t xml:space="preserve">9.5. </w:t>
      </w:r>
      <w:r w:rsidRPr="00D22121">
        <w:rPr>
          <w:noProof/>
          <w:color w:val="000000"/>
        </w:rPr>
        <w:t>persikėlimo iš kitos gyvenamosios vietovės išlaidoms kompensuoti.</w:t>
      </w:r>
    </w:p>
    <w:p w14:paraId="2CB63556" w14:textId="77777777" w:rsidR="00C10BDB" w:rsidRPr="00D22121" w:rsidRDefault="00C10BDB" w:rsidP="00BE5C8B">
      <w:pPr>
        <w:jc w:val="both"/>
        <w:rPr>
          <w:rFonts w:eastAsia="Calibri"/>
          <w:noProof/>
        </w:rPr>
      </w:pPr>
    </w:p>
    <w:p w14:paraId="6528DCA9" w14:textId="77777777" w:rsidR="00C10BDB" w:rsidRPr="00D22121" w:rsidRDefault="00ED51CF" w:rsidP="00BE5C8B">
      <w:pPr>
        <w:jc w:val="center"/>
        <w:rPr>
          <w:b/>
          <w:bCs/>
          <w:noProof/>
          <w:kern w:val="36"/>
        </w:rPr>
      </w:pPr>
      <w:r w:rsidRPr="00D22121">
        <w:rPr>
          <w:b/>
          <w:bCs/>
          <w:noProof/>
          <w:kern w:val="36"/>
        </w:rPr>
        <w:t>IV SKYRIUS</w:t>
      </w:r>
    </w:p>
    <w:p w14:paraId="6BA636FA" w14:textId="77777777" w:rsidR="00C10BDB" w:rsidRPr="00D22121" w:rsidRDefault="00ED51CF" w:rsidP="00BE5C8B">
      <w:pPr>
        <w:jc w:val="center"/>
        <w:rPr>
          <w:b/>
          <w:bCs/>
          <w:noProof/>
          <w:kern w:val="36"/>
        </w:rPr>
      </w:pPr>
      <w:r w:rsidRPr="00D22121">
        <w:rPr>
          <w:b/>
          <w:bCs/>
          <w:noProof/>
          <w:kern w:val="36"/>
        </w:rPr>
        <w:t>VALSTYBĖS BIUDŽETO LĖŠŲ PASKIRSTYMAS</w:t>
      </w:r>
    </w:p>
    <w:p w14:paraId="62981120" w14:textId="77777777" w:rsidR="00C10BDB" w:rsidRPr="00D22121" w:rsidRDefault="00C10BDB" w:rsidP="00BE5C8B">
      <w:pPr>
        <w:jc w:val="both"/>
        <w:rPr>
          <w:b/>
          <w:bCs/>
          <w:noProof/>
          <w:kern w:val="36"/>
        </w:rPr>
      </w:pPr>
    </w:p>
    <w:p w14:paraId="7ED5DFA6" w14:textId="77777777" w:rsidR="00C10BDB" w:rsidRPr="00D22121" w:rsidRDefault="00ED51CF" w:rsidP="00BE5C8B">
      <w:pPr>
        <w:ind w:firstLine="720"/>
        <w:jc w:val="both"/>
        <w:rPr>
          <w:rFonts w:eastAsia="Calibri"/>
          <w:noProof/>
        </w:rPr>
      </w:pPr>
      <w:r w:rsidRPr="00D22121">
        <w:rPr>
          <w:bCs/>
          <w:noProof/>
          <w:kern w:val="36"/>
        </w:rPr>
        <w:t>10. Mokyklos, siekdamos gauti v</w:t>
      </w:r>
      <w:r w:rsidRPr="00D22121">
        <w:rPr>
          <w:rFonts w:eastAsia="Calibri"/>
          <w:noProof/>
        </w:rPr>
        <w:t>alstybės biudžeto lėšų mokytojų pasitraukimo ir</w:t>
      </w:r>
      <w:r w:rsidR="001D0877">
        <w:rPr>
          <w:rFonts w:eastAsia="Calibri"/>
          <w:noProof/>
        </w:rPr>
        <w:t xml:space="preserve"> (</w:t>
      </w:r>
      <w:r w:rsidRPr="00D22121">
        <w:rPr>
          <w:rFonts w:eastAsia="Calibri"/>
          <w:noProof/>
        </w:rPr>
        <w:t>ar</w:t>
      </w:r>
      <w:r w:rsidR="001D0877">
        <w:rPr>
          <w:rFonts w:eastAsia="Calibri"/>
          <w:noProof/>
        </w:rPr>
        <w:t>)</w:t>
      </w:r>
      <w:r w:rsidRPr="00D22121">
        <w:rPr>
          <w:rFonts w:eastAsia="Calibri"/>
          <w:noProof/>
        </w:rPr>
        <w:t xml:space="preserve"> pritraukimo išlaidoms padengti, pildo ir</w:t>
      </w:r>
      <w:r w:rsidRPr="00D22121">
        <w:rPr>
          <w:noProof/>
          <w:shd w:val="clear" w:color="auto" w:fill="FFFFFF"/>
        </w:rPr>
        <w:t xml:space="preserve"> </w:t>
      </w:r>
      <w:r w:rsidRPr="00D22121">
        <w:rPr>
          <w:rFonts w:eastAsia="Calibri"/>
          <w:noProof/>
        </w:rPr>
        <w:t>pateikia</w:t>
      </w:r>
      <w:r w:rsidR="00CB06AC" w:rsidRPr="00D22121">
        <w:rPr>
          <w:rFonts w:eastAsia="Calibri"/>
          <w:noProof/>
        </w:rPr>
        <w:t xml:space="preserve"> Švietimo ir sporto skyriui</w:t>
      </w:r>
      <w:r w:rsidRPr="00D22121">
        <w:rPr>
          <w:rFonts w:eastAsia="Calibri"/>
          <w:noProof/>
        </w:rPr>
        <w:t xml:space="preserve"> iki einamųjų metų </w:t>
      </w:r>
      <w:r w:rsidR="00CB06AC" w:rsidRPr="00D22121">
        <w:rPr>
          <w:rFonts w:eastAsia="Calibri"/>
          <w:noProof/>
        </w:rPr>
        <w:t>liepos</w:t>
      </w:r>
      <w:r w:rsidRPr="00D22121">
        <w:rPr>
          <w:rFonts w:eastAsia="Calibri"/>
          <w:noProof/>
        </w:rPr>
        <w:t xml:space="preserve"> 10 d.  nustatytos formos paraišką (Aprašo 1 priedas) minėtoms lėšoms gauti. </w:t>
      </w:r>
    </w:p>
    <w:p w14:paraId="6DF1DA23" w14:textId="77777777" w:rsidR="003D6915" w:rsidRPr="00D22121" w:rsidRDefault="00ED51CF" w:rsidP="00BE5C8B">
      <w:pPr>
        <w:ind w:firstLine="720"/>
        <w:jc w:val="both"/>
        <w:rPr>
          <w:rFonts w:eastAsia="Calibri"/>
          <w:noProof/>
        </w:rPr>
      </w:pPr>
      <w:r w:rsidRPr="00D22121">
        <w:rPr>
          <w:rFonts w:eastAsia="Calibri"/>
          <w:noProof/>
        </w:rPr>
        <w:t>1</w:t>
      </w:r>
      <w:r w:rsidR="003D6915" w:rsidRPr="00D22121">
        <w:rPr>
          <w:rFonts w:eastAsia="Calibri"/>
          <w:noProof/>
        </w:rPr>
        <w:t>1</w:t>
      </w:r>
      <w:r w:rsidRPr="00D22121">
        <w:rPr>
          <w:rFonts w:eastAsia="Calibri"/>
          <w:noProof/>
        </w:rPr>
        <w:t xml:space="preserve">. </w:t>
      </w:r>
      <w:r w:rsidR="001D0877">
        <w:rPr>
          <w:rFonts w:eastAsia="Calibri"/>
          <w:noProof/>
        </w:rPr>
        <w:t>A</w:t>
      </w:r>
      <w:r w:rsidR="00CB06AC" w:rsidRPr="00D22121">
        <w:rPr>
          <w:rFonts w:eastAsia="Calibri"/>
          <w:noProof/>
        </w:rPr>
        <w:t>prašo darbo grupė</w:t>
      </w:r>
      <w:r w:rsidRPr="00D22121">
        <w:rPr>
          <w:rFonts w:eastAsia="Calibri"/>
          <w:noProof/>
        </w:rPr>
        <w:t xml:space="preserve"> apibendrina pateiktas paraiškas</w:t>
      </w:r>
      <w:r w:rsidR="00F82958" w:rsidRPr="00D22121">
        <w:rPr>
          <w:rFonts w:eastAsia="Calibri"/>
          <w:noProof/>
        </w:rPr>
        <w:t xml:space="preserve"> ir paskirsto valstybės biudžeto lėšas mokykloms</w:t>
      </w:r>
      <w:r w:rsidR="003D6915" w:rsidRPr="00D22121">
        <w:rPr>
          <w:rFonts w:eastAsia="Calibri"/>
          <w:noProof/>
        </w:rPr>
        <w:t xml:space="preserve"> laikantis prioritetų eiliškumo:</w:t>
      </w:r>
    </w:p>
    <w:p w14:paraId="724A7436" w14:textId="77777777" w:rsidR="003D6915" w:rsidRDefault="003D6915" w:rsidP="00BE5C8B">
      <w:pPr>
        <w:ind w:firstLine="720"/>
        <w:jc w:val="both"/>
        <w:rPr>
          <w:rFonts w:eastAsia="Calibri"/>
          <w:noProof/>
        </w:rPr>
      </w:pPr>
      <w:r w:rsidRPr="00D22121">
        <w:rPr>
          <w:rFonts w:eastAsia="Calibri"/>
          <w:noProof/>
        </w:rPr>
        <w:t>11.1. mokytojams nutraukiant darbo sutartį dėl mokyklų tinklo pertvarkos;</w:t>
      </w:r>
    </w:p>
    <w:p w14:paraId="2D59336E" w14:textId="77777777" w:rsidR="001A1355" w:rsidRPr="00D22121" w:rsidRDefault="001A1355" w:rsidP="001A1355">
      <w:pPr>
        <w:ind w:firstLine="720"/>
        <w:jc w:val="both"/>
        <w:rPr>
          <w:rFonts w:eastAsia="Calibri"/>
          <w:noProof/>
        </w:rPr>
      </w:pPr>
      <w:r w:rsidRPr="00D22121">
        <w:rPr>
          <w:rFonts w:eastAsia="Calibri"/>
          <w:noProof/>
        </w:rPr>
        <w:t>11.</w:t>
      </w:r>
      <w:r>
        <w:rPr>
          <w:rFonts w:eastAsia="Calibri"/>
          <w:noProof/>
        </w:rPr>
        <w:t>2</w:t>
      </w:r>
      <w:r w:rsidRPr="00D22121">
        <w:rPr>
          <w:rFonts w:eastAsia="Calibri"/>
          <w:noProof/>
        </w:rPr>
        <w:t>. mokytojų pritraukimui;</w:t>
      </w:r>
    </w:p>
    <w:p w14:paraId="5216C785" w14:textId="77777777" w:rsidR="003D6915" w:rsidRPr="001A1355" w:rsidRDefault="00AF7409" w:rsidP="001A1355">
      <w:pPr>
        <w:ind w:firstLine="720"/>
        <w:jc w:val="both"/>
        <w:rPr>
          <w:noProof/>
          <w:color w:val="000000"/>
        </w:rPr>
      </w:pPr>
      <w:r w:rsidRPr="00D22121">
        <w:rPr>
          <w:rFonts w:eastAsia="Calibri"/>
          <w:noProof/>
        </w:rPr>
        <w:t>11.</w:t>
      </w:r>
      <w:r w:rsidR="001A1355">
        <w:rPr>
          <w:rFonts w:eastAsia="Calibri"/>
          <w:noProof/>
        </w:rPr>
        <w:t>3</w:t>
      </w:r>
      <w:r w:rsidR="00B14BFE">
        <w:rPr>
          <w:rFonts w:eastAsia="Calibri"/>
          <w:noProof/>
        </w:rPr>
        <w:t xml:space="preserve">. </w:t>
      </w:r>
      <w:r w:rsidRPr="00D22121">
        <w:rPr>
          <w:noProof/>
          <w:color w:val="000000"/>
        </w:rPr>
        <w:t>dėl savininko teises ir pareigas įgyvendinančios institucijos (dalyvių susirinkimo) priimto sprendimo mokykloje mažinti klasių (grupių) skaičių, išskyrus Aprašo 3.1 papunktyje nurodytą atvejį;</w:t>
      </w:r>
      <w:bookmarkStart w:id="1" w:name="_Hlk196829571"/>
    </w:p>
    <w:bookmarkEnd w:id="1"/>
    <w:p w14:paraId="4EF11ADF" w14:textId="77777777" w:rsidR="003D6915" w:rsidRPr="00D22121" w:rsidRDefault="003D6915" w:rsidP="00BE5C8B">
      <w:pPr>
        <w:ind w:firstLine="720"/>
        <w:jc w:val="both"/>
        <w:rPr>
          <w:rFonts w:eastAsia="Calibri"/>
          <w:noProof/>
        </w:rPr>
      </w:pPr>
      <w:r w:rsidRPr="00D22121">
        <w:rPr>
          <w:rFonts w:eastAsia="Calibri"/>
          <w:noProof/>
        </w:rPr>
        <w:t>11.</w:t>
      </w:r>
      <w:r w:rsidR="00AF7409" w:rsidRPr="00D22121">
        <w:rPr>
          <w:rFonts w:eastAsia="Calibri"/>
          <w:noProof/>
        </w:rPr>
        <w:t>4.</w:t>
      </w:r>
      <w:r w:rsidRPr="00D22121">
        <w:rPr>
          <w:rFonts w:eastAsia="Calibri"/>
          <w:noProof/>
        </w:rPr>
        <w:t xml:space="preserve"> mokytojams nutraukiant darbo sutartį, įgijusiems teisę į visą socialinio draudimo senatvės pensiją.</w:t>
      </w:r>
    </w:p>
    <w:p w14:paraId="12A0C9E3" w14:textId="77777777" w:rsidR="00F82958" w:rsidRPr="00D22121" w:rsidRDefault="003D6915" w:rsidP="00BE5C8B">
      <w:pPr>
        <w:ind w:firstLine="720"/>
        <w:jc w:val="both"/>
        <w:rPr>
          <w:rFonts w:eastAsia="Calibri"/>
          <w:noProof/>
        </w:rPr>
      </w:pPr>
      <w:r w:rsidRPr="00D22121">
        <w:rPr>
          <w:rFonts w:eastAsia="Calibri"/>
          <w:noProof/>
        </w:rPr>
        <w:lastRenderedPageBreak/>
        <w:t>12. Švietimo ir sporto skyrius</w:t>
      </w:r>
      <w:r w:rsidR="00D2753D" w:rsidRPr="00D22121">
        <w:rPr>
          <w:rFonts w:eastAsia="Calibri"/>
          <w:noProof/>
        </w:rPr>
        <w:t xml:space="preserve"> pateikia informaciją</w:t>
      </w:r>
      <w:r w:rsidRPr="00D22121">
        <w:rPr>
          <w:rFonts w:eastAsia="Calibri"/>
          <w:noProof/>
        </w:rPr>
        <w:t xml:space="preserve"> apie lėšų paskirstymą</w:t>
      </w:r>
      <w:r w:rsidR="00D2753D" w:rsidRPr="00D22121">
        <w:rPr>
          <w:rFonts w:eastAsia="Calibri"/>
          <w:noProof/>
        </w:rPr>
        <w:t xml:space="preserve"> Biudžeto valdymo skyriui</w:t>
      </w:r>
      <w:r w:rsidR="00B14BFE">
        <w:rPr>
          <w:rFonts w:eastAsia="Calibri"/>
          <w:noProof/>
        </w:rPr>
        <w:t xml:space="preserve"> iki rugpjūčio 1 d.</w:t>
      </w:r>
    </w:p>
    <w:p w14:paraId="3D6DBA05" w14:textId="77777777" w:rsidR="00C10BDB" w:rsidRPr="00D22121" w:rsidRDefault="00F82958" w:rsidP="00BE5C8B">
      <w:pPr>
        <w:ind w:firstLine="720"/>
        <w:jc w:val="both"/>
        <w:rPr>
          <w:rFonts w:eastAsia="Calibri"/>
          <w:noProof/>
        </w:rPr>
      </w:pPr>
      <w:r w:rsidRPr="00D22121">
        <w:rPr>
          <w:rFonts w:eastAsia="Calibri"/>
          <w:noProof/>
        </w:rPr>
        <w:t>1</w:t>
      </w:r>
      <w:r w:rsidR="00D2753D" w:rsidRPr="00D22121">
        <w:rPr>
          <w:rFonts w:eastAsia="Calibri"/>
          <w:noProof/>
        </w:rPr>
        <w:t xml:space="preserve">3. Biudžeto valdymo skyrius </w:t>
      </w:r>
      <w:r w:rsidRPr="00D22121">
        <w:rPr>
          <w:rFonts w:eastAsia="Calibri"/>
          <w:noProof/>
        </w:rPr>
        <w:t xml:space="preserve">rengia Savivaldybės tarybos sprendimo projektą dėl valstybės biudžeto lėšų paskirstymo. </w:t>
      </w:r>
    </w:p>
    <w:p w14:paraId="35862044" w14:textId="77777777" w:rsidR="00C10BDB" w:rsidRPr="00D22121" w:rsidRDefault="00ED51CF" w:rsidP="00BE5C8B">
      <w:pPr>
        <w:ind w:firstLine="720"/>
        <w:jc w:val="both"/>
        <w:rPr>
          <w:rFonts w:eastAsia="Calibri"/>
          <w:noProof/>
        </w:rPr>
      </w:pPr>
      <w:r w:rsidRPr="00D22121">
        <w:rPr>
          <w:rFonts w:eastAsia="Calibri"/>
          <w:noProof/>
        </w:rPr>
        <w:t>1</w:t>
      </w:r>
      <w:r w:rsidR="00D2753D" w:rsidRPr="00D22121">
        <w:rPr>
          <w:rFonts w:eastAsia="Calibri"/>
          <w:noProof/>
        </w:rPr>
        <w:t>4</w:t>
      </w:r>
      <w:r w:rsidRPr="00D22121">
        <w:rPr>
          <w:rFonts w:eastAsia="Calibri"/>
          <w:noProof/>
        </w:rPr>
        <w:t xml:space="preserve">. </w:t>
      </w:r>
      <w:r w:rsidRPr="00D22121">
        <w:rPr>
          <w:rFonts w:eastAsia="Calibri"/>
          <w:noProof/>
          <w:color w:val="000000"/>
        </w:rPr>
        <w:t>Valstybės biudžeto lėšos, skirtos mokytojų pasitraukimui</w:t>
      </w:r>
      <w:r w:rsidRPr="00D22121">
        <w:rPr>
          <w:rFonts w:eastAsia="Calibri"/>
          <w:noProof/>
          <w:color w:val="00B050"/>
        </w:rPr>
        <w:t xml:space="preserve"> </w:t>
      </w:r>
      <w:r w:rsidRPr="00D22121">
        <w:rPr>
          <w:rFonts w:eastAsia="Calibri"/>
          <w:noProof/>
        </w:rPr>
        <w:t>ir</w:t>
      </w:r>
      <w:r w:rsidR="001D0877">
        <w:rPr>
          <w:rFonts w:eastAsia="Calibri"/>
          <w:noProof/>
        </w:rPr>
        <w:t xml:space="preserve"> (</w:t>
      </w:r>
      <w:r w:rsidRPr="00D22121">
        <w:rPr>
          <w:rFonts w:eastAsia="Calibri"/>
          <w:noProof/>
        </w:rPr>
        <w:t>ar</w:t>
      </w:r>
      <w:r w:rsidR="001D0877">
        <w:rPr>
          <w:rFonts w:eastAsia="Calibri"/>
          <w:noProof/>
        </w:rPr>
        <w:t>)</w:t>
      </w:r>
      <w:r w:rsidRPr="00D22121">
        <w:rPr>
          <w:rFonts w:eastAsia="Calibri"/>
          <w:noProof/>
        </w:rPr>
        <w:t xml:space="preserve"> pritraukimui</w:t>
      </w:r>
      <w:r w:rsidR="001D0877">
        <w:rPr>
          <w:rFonts w:eastAsia="Calibri"/>
          <w:noProof/>
        </w:rPr>
        <w:t>,</w:t>
      </w:r>
      <w:r w:rsidRPr="00D22121">
        <w:rPr>
          <w:rFonts w:eastAsia="Calibri"/>
          <w:noProof/>
        </w:rPr>
        <w:t xml:space="preserve"> paskirstomos: </w:t>
      </w:r>
    </w:p>
    <w:p w14:paraId="7590B15C" w14:textId="77777777" w:rsidR="00C10BDB" w:rsidRPr="00D22121" w:rsidRDefault="00ED51CF" w:rsidP="00BE5C8B">
      <w:pPr>
        <w:ind w:firstLine="720"/>
        <w:jc w:val="both"/>
        <w:rPr>
          <w:rFonts w:eastAsia="Calibri"/>
          <w:noProof/>
          <w:highlight w:val="yellow"/>
        </w:rPr>
      </w:pPr>
      <w:r w:rsidRPr="00D22121">
        <w:rPr>
          <w:rFonts w:eastAsia="Calibri"/>
          <w:noProof/>
        </w:rPr>
        <w:t>1</w:t>
      </w:r>
      <w:r w:rsidR="00D2753D" w:rsidRPr="00D22121">
        <w:rPr>
          <w:rFonts w:eastAsia="Calibri"/>
          <w:noProof/>
        </w:rPr>
        <w:t>4</w:t>
      </w:r>
      <w:r w:rsidRPr="00D22121">
        <w:rPr>
          <w:rFonts w:eastAsia="Calibri"/>
          <w:noProof/>
        </w:rPr>
        <w:t>.1. jei mokyklų lėšų poreikis neviršija Savivaldybei šiam tikslui skirtos sumos, lėšos paskirstomos pagal poreikį;</w:t>
      </w:r>
    </w:p>
    <w:p w14:paraId="4AF0FC66" w14:textId="77777777" w:rsidR="001D0877" w:rsidRPr="00D22121" w:rsidRDefault="00ED51CF" w:rsidP="00BE5C8B">
      <w:pPr>
        <w:ind w:firstLine="720"/>
        <w:jc w:val="both"/>
        <w:rPr>
          <w:rFonts w:eastAsia="Calibri"/>
          <w:noProof/>
        </w:rPr>
      </w:pPr>
      <w:r w:rsidRPr="00D22121">
        <w:rPr>
          <w:rFonts w:eastAsia="Calibri"/>
          <w:noProof/>
        </w:rPr>
        <w:t>1</w:t>
      </w:r>
      <w:r w:rsidR="00D2753D" w:rsidRPr="00D22121">
        <w:rPr>
          <w:rFonts w:eastAsia="Calibri"/>
          <w:noProof/>
        </w:rPr>
        <w:t>4</w:t>
      </w:r>
      <w:r w:rsidRPr="00D22121">
        <w:rPr>
          <w:rFonts w:eastAsia="Calibri"/>
          <w:noProof/>
        </w:rPr>
        <w:t>.2. jei mokyklų lėšų poreikis viršija Savivaldybei skirtą lėšų sumą, pirmiausiai lėšos paskirstomos patenkinant poreikį</w:t>
      </w:r>
      <w:r w:rsidR="001D0877">
        <w:rPr>
          <w:rFonts w:eastAsia="Calibri"/>
          <w:noProof/>
        </w:rPr>
        <w:t>,</w:t>
      </w:r>
      <w:r w:rsidRPr="00D22121">
        <w:rPr>
          <w:rFonts w:eastAsia="Calibri"/>
          <w:noProof/>
        </w:rPr>
        <w:t xml:space="preserve"> nurodytą Aprašo 3.1 papunktyje, o likusi nepaskirstyta suma paskirstoma proporcingai poreikiui</w:t>
      </w:r>
      <w:r w:rsidR="00D22121" w:rsidRPr="00D22121">
        <w:rPr>
          <w:rFonts w:eastAsia="Calibri"/>
          <w:noProof/>
        </w:rPr>
        <w:t>, atsižvelgiant į Aprašo 11 punkte nurodytus prioritetus</w:t>
      </w:r>
      <w:r w:rsidR="001D0877">
        <w:rPr>
          <w:rFonts w:eastAsia="Calibri"/>
          <w:noProof/>
        </w:rPr>
        <w:t>;</w:t>
      </w:r>
    </w:p>
    <w:p w14:paraId="1A0FB723" w14:textId="77777777" w:rsidR="00C10BDB" w:rsidRPr="00D22121" w:rsidRDefault="00ED51CF" w:rsidP="00BE5C8B">
      <w:pPr>
        <w:ind w:firstLine="720"/>
        <w:jc w:val="both"/>
        <w:rPr>
          <w:rFonts w:eastAsia="Calibri"/>
          <w:noProof/>
        </w:rPr>
      </w:pPr>
      <w:r w:rsidRPr="00D22121">
        <w:rPr>
          <w:rFonts w:eastAsia="Calibri"/>
          <w:noProof/>
        </w:rPr>
        <w:t>1</w:t>
      </w:r>
      <w:r w:rsidR="00D2753D" w:rsidRPr="00D22121">
        <w:rPr>
          <w:rFonts w:eastAsia="Calibri"/>
          <w:noProof/>
        </w:rPr>
        <w:t>4</w:t>
      </w:r>
      <w:r w:rsidRPr="00D22121">
        <w:rPr>
          <w:rFonts w:eastAsia="Calibri"/>
          <w:noProof/>
        </w:rPr>
        <w:t>.3. jei mokykla neturi lėšų poreikio mokytojų pasitraukimo ir</w:t>
      </w:r>
      <w:r w:rsidR="001D0877">
        <w:rPr>
          <w:rFonts w:eastAsia="Calibri"/>
          <w:noProof/>
        </w:rPr>
        <w:t xml:space="preserve"> (</w:t>
      </w:r>
      <w:r w:rsidRPr="00D22121">
        <w:rPr>
          <w:rFonts w:eastAsia="Calibri"/>
          <w:noProof/>
        </w:rPr>
        <w:t>ar</w:t>
      </w:r>
      <w:r w:rsidR="001D0877">
        <w:rPr>
          <w:rFonts w:eastAsia="Calibri"/>
          <w:noProof/>
        </w:rPr>
        <w:t>)</w:t>
      </w:r>
      <w:r w:rsidRPr="00D22121">
        <w:rPr>
          <w:rFonts w:eastAsia="Calibri"/>
          <w:noProof/>
        </w:rPr>
        <w:t xml:space="preserve"> pritraukimo išlaidoms, ji turi apie tai pranešti raštiškai</w:t>
      </w:r>
      <w:r>
        <w:rPr>
          <w:rFonts w:eastAsia="Calibri"/>
          <w:noProof/>
        </w:rPr>
        <w:t>;</w:t>
      </w:r>
    </w:p>
    <w:p w14:paraId="67F18AA3" w14:textId="77777777" w:rsidR="00C10BDB" w:rsidRPr="00D22121" w:rsidRDefault="00ED51CF" w:rsidP="00BE5C8B">
      <w:pPr>
        <w:ind w:firstLine="720"/>
        <w:jc w:val="both"/>
        <w:rPr>
          <w:rFonts w:eastAsia="Calibri"/>
          <w:noProof/>
        </w:rPr>
      </w:pPr>
      <w:r w:rsidRPr="00D22121">
        <w:rPr>
          <w:rFonts w:eastAsia="Calibri"/>
          <w:noProof/>
        </w:rPr>
        <w:t>1</w:t>
      </w:r>
      <w:r w:rsidR="00D2753D" w:rsidRPr="00D22121">
        <w:rPr>
          <w:rFonts w:eastAsia="Calibri"/>
          <w:noProof/>
        </w:rPr>
        <w:t>4</w:t>
      </w:r>
      <w:r w:rsidRPr="00D22121">
        <w:rPr>
          <w:rFonts w:eastAsia="Calibri"/>
          <w:noProof/>
        </w:rPr>
        <w:t>.4. jei paskirsčius valstybės biudžeto lėšas, skirtas mokytojų pasitraukimo ir</w:t>
      </w:r>
      <w:r w:rsidR="001D0877">
        <w:rPr>
          <w:rFonts w:eastAsia="Calibri"/>
          <w:noProof/>
        </w:rPr>
        <w:t xml:space="preserve"> (</w:t>
      </w:r>
      <w:r w:rsidRPr="00D22121">
        <w:rPr>
          <w:rFonts w:eastAsia="Calibri"/>
          <w:noProof/>
        </w:rPr>
        <w:t>ar</w:t>
      </w:r>
      <w:r w:rsidR="001D0877">
        <w:rPr>
          <w:rFonts w:eastAsia="Calibri"/>
          <w:noProof/>
        </w:rPr>
        <w:t>)</w:t>
      </w:r>
      <w:r w:rsidRPr="00D22121">
        <w:rPr>
          <w:rFonts w:eastAsia="Calibri"/>
          <w:noProof/>
        </w:rPr>
        <w:t xml:space="preserve"> pritraukimo išlaidoms padengti, lieka nepanaudotų Savivaldybei tam tikslui skirtų valstybės biudžeto lėšų, jos gali būti perskirstytos tarp mokyklų, atsižvelgiant į pakartotinai pateiktas paraiškas, kurios gali būti teikiamos Savivaldybei ne vėliau kaip iki einamųjų metų rugsėjo 10 d.  </w:t>
      </w:r>
    </w:p>
    <w:p w14:paraId="38606FA6" w14:textId="77777777" w:rsidR="00C10BDB" w:rsidRPr="00D22121" w:rsidRDefault="00ED51CF" w:rsidP="00BE5C8B">
      <w:pPr>
        <w:ind w:firstLine="720"/>
        <w:jc w:val="both"/>
        <w:rPr>
          <w:rFonts w:eastAsia="Calibri"/>
          <w:noProof/>
        </w:rPr>
      </w:pPr>
      <w:r w:rsidRPr="00D22121">
        <w:rPr>
          <w:rFonts w:eastAsia="Calibri"/>
          <w:noProof/>
        </w:rPr>
        <w:t>1</w:t>
      </w:r>
      <w:r w:rsidR="00D2753D" w:rsidRPr="00D22121">
        <w:rPr>
          <w:rFonts w:eastAsia="Calibri"/>
          <w:noProof/>
        </w:rPr>
        <w:t>5</w:t>
      </w:r>
      <w:r w:rsidRPr="00D22121">
        <w:rPr>
          <w:rFonts w:eastAsia="Calibri"/>
          <w:noProof/>
        </w:rPr>
        <w:t>. Jei darbdaviui šalių sutarimu nutraukus su darbuotoju darbo sutartį ir pagal Aprašą išmokėjus jam išeitinę išmoką, darbdavys su tuo pačiu darbuotoju einamaisiais metais sudaro naują darbo sutartį, darbuotojo išeitinių išmokų išlaidoms visiškai ar iš dalies padengti panaudotos valstybės biudžeto lėšos laikomos panaudotomis ne pagal paskirtį ir turi būti grąžintos, laikantis Aprašo 1</w:t>
      </w:r>
      <w:r w:rsidR="00D2753D" w:rsidRPr="00D22121">
        <w:rPr>
          <w:rFonts w:eastAsia="Calibri"/>
          <w:noProof/>
        </w:rPr>
        <w:t>6</w:t>
      </w:r>
      <w:r w:rsidRPr="00D22121">
        <w:rPr>
          <w:rFonts w:eastAsia="Calibri"/>
          <w:noProof/>
        </w:rPr>
        <w:t xml:space="preserve"> punkto nuostatų.</w:t>
      </w:r>
    </w:p>
    <w:p w14:paraId="66A80460" w14:textId="77777777" w:rsidR="00C10BDB" w:rsidRPr="00D22121" w:rsidRDefault="00ED51CF" w:rsidP="00BE5C8B">
      <w:pPr>
        <w:ind w:firstLine="720"/>
        <w:jc w:val="both"/>
        <w:rPr>
          <w:noProof/>
        </w:rPr>
      </w:pPr>
      <w:r w:rsidRPr="00D22121">
        <w:rPr>
          <w:noProof/>
        </w:rPr>
        <w:t>1</w:t>
      </w:r>
      <w:r w:rsidR="00D2753D" w:rsidRPr="00D22121">
        <w:rPr>
          <w:noProof/>
        </w:rPr>
        <w:t>6</w:t>
      </w:r>
      <w:r w:rsidRPr="00D22121">
        <w:rPr>
          <w:noProof/>
        </w:rPr>
        <w:t>. Skirtas, bet pagal Apraše nurodytą paskirtį nepanaudotas valstybės biudžeto lėšas mokyklos iki einamųjų metų lapkričio 20 d. grąžina Savivaldybei.</w:t>
      </w:r>
    </w:p>
    <w:p w14:paraId="56BCC53E" w14:textId="77777777" w:rsidR="00C10BDB" w:rsidRPr="00D22121" w:rsidRDefault="00ED51CF" w:rsidP="00BE5C8B">
      <w:pPr>
        <w:ind w:firstLine="720"/>
        <w:jc w:val="both"/>
        <w:rPr>
          <w:rFonts w:eastAsia="Calibri"/>
          <w:noProof/>
        </w:rPr>
      </w:pPr>
      <w:r w:rsidRPr="00D22121">
        <w:rPr>
          <w:rFonts w:eastAsia="Calibri"/>
          <w:noProof/>
        </w:rPr>
        <w:t>1</w:t>
      </w:r>
      <w:r w:rsidR="00E96616" w:rsidRPr="00D22121">
        <w:rPr>
          <w:rFonts w:eastAsia="Calibri"/>
          <w:noProof/>
        </w:rPr>
        <w:t>7</w:t>
      </w:r>
      <w:r w:rsidRPr="00D22121">
        <w:rPr>
          <w:rFonts w:eastAsia="Calibri"/>
          <w:noProof/>
        </w:rPr>
        <w:t xml:space="preserve">. Mokyklos, kurioms skirtos valstybės biudžeto lėšos, iki </w:t>
      </w:r>
      <w:r w:rsidR="008C6E8E" w:rsidRPr="00D22121">
        <w:rPr>
          <w:rFonts w:eastAsia="Calibri"/>
          <w:noProof/>
        </w:rPr>
        <w:t xml:space="preserve">kitų </w:t>
      </w:r>
      <w:r w:rsidRPr="00D22121">
        <w:rPr>
          <w:rFonts w:eastAsia="Calibri"/>
          <w:noProof/>
        </w:rPr>
        <w:t xml:space="preserve">metų </w:t>
      </w:r>
      <w:r w:rsidR="008C6E8E" w:rsidRPr="00D22121">
        <w:rPr>
          <w:rFonts w:eastAsia="Calibri"/>
          <w:noProof/>
        </w:rPr>
        <w:t>vasario</w:t>
      </w:r>
      <w:r w:rsidRPr="00D22121">
        <w:rPr>
          <w:rFonts w:eastAsia="Calibri"/>
          <w:noProof/>
        </w:rPr>
        <w:t xml:space="preserve"> </w:t>
      </w:r>
      <w:r w:rsidR="008C6E8E" w:rsidRPr="00D22121">
        <w:rPr>
          <w:rFonts w:eastAsia="Calibri"/>
          <w:noProof/>
        </w:rPr>
        <w:t>15</w:t>
      </w:r>
      <w:r w:rsidRPr="00D22121">
        <w:rPr>
          <w:rFonts w:eastAsia="Calibri"/>
          <w:noProof/>
        </w:rPr>
        <w:t xml:space="preserve"> d. pateikia Biudžeto </w:t>
      </w:r>
      <w:r w:rsidR="00796814" w:rsidRPr="00D22121">
        <w:rPr>
          <w:rFonts w:eastAsia="Calibri"/>
          <w:noProof/>
        </w:rPr>
        <w:t>valdymo</w:t>
      </w:r>
      <w:r w:rsidRPr="00D22121">
        <w:rPr>
          <w:rFonts w:eastAsia="Calibri"/>
          <w:noProof/>
        </w:rPr>
        <w:t xml:space="preserve"> skyriui nustatytos formos lėšų panaudojimo ataskaitą (Aprašo 2 priedas)</w:t>
      </w:r>
      <w:r>
        <w:rPr>
          <w:rFonts w:eastAsia="Calibri"/>
          <w:noProof/>
        </w:rPr>
        <w:t>,</w:t>
      </w:r>
      <w:r w:rsidRPr="00D22121">
        <w:rPr>
          <w:rFonts w:eastAsia="Calibri"/>
          <w:noProof/>
        </w:rPr>
        <w:t xml:space="preserve"> patvirtintą parašu. Savivaldybė turi teisę paprašyti mokyklų papildomos informacijos, susijusios su lėšų panaudojimu.</w:t>
      </w:r>
    </w:p>
    <w:p w14:paraId="22E7CAB8" w14:textId="77777777" w:rsidR="00C10BDB" w:rsidRPr="00D22121" w:rsidRDefault="00C10BDB" w:rsidP="00BE5C8B">
      <w:pPr>
        <w:jc w:val="both"/>
        <w:rPr>
          <w:rFonts w:eastAsia="Calibri"/>
          <w:noProof/>
        </w:rPr>
      </w:pPr>
    </w:p>
    <w:p w14:paraId="3158BD9A" w14:textId="77777777" w:rsidR="00C10BDB" w:rsidRPr="00D22121" w:rsidRDefault="00ED51CF" w:rsidP="00BE5C8B">
      <w:pPr>
        <w:jc w:val="center"/>
        <w:rPr>
          <w:b/>
          <w:bCs/>
          <w:noProof/>
          <w:kern w:val="36"/>
        </w:rPr>
      </w:pPr>
      <w:r w:rsidRPr="00D22121">
        <w:rPr>
          <w:b/>
          <w:bCs/>
          <w:noProof/>
          <w:kern w:val="36"/>
        </w:rPr>
        <w:t>V SKYRIUS</w:t>
      </w:r>
    </w:p>
    <w:p w14:paraId="346E7EBC" w14:textId="77777777" w:rsidR="00C10BDB" w:rsidRPr="00D22121" w:rsidRDefault="00ED51CF" w:rsidP="00BE5C8B">
      <w:pPr>
        <w:jc w:val="center"/>
        <w:rPr>
          <w:b/>
          <w:bCs/>
          <w:noProof/>
          <w:kern w:val="36"/>
        </w:rPr>
      </w:pPr>
      <w:r w:rsidRPr="00D22121">
        <w:rPr>
          <w:b/>
          <w:bCs/>
          <w:noProof/>
          <w:kern w:val="36"/>
        </w:rPr>
        <w:t>BAIGIAMOSIOS NUOSTATOS</w:t>
      </w:r>
    </w:p>
    <w:p w14:paraId="0E00B835" w14:textId="77777777" w:rsidR="00C10BDB" w:rsidRPr="00D22121" w:rsidRDefault="00C10BDB" w:rsidP="00BE5C8B">
      <w:pPr>
        <w:jc w:val="both"/>
        <w:rPr>
          <w:b/>
          <w:bCs/>
          <w:noProof/>
          <w:kern w:val="36"/>
        </w:rPr>
      </w:pPr>
    </w:p>
    <w:p w14:paraId="4CA78EC9" w14:textId="77777777" w:rsidR="00C10BDB" w:rsidRPr="00D22121" w:rsidRDefault="00ED51CF" w:rsidP="00BE5C8B">
      <w:pPr>
        <w:ind w:firstLine="720"/>
        <w:jc w:val="both"/>
        <w:rPr>
          <w:noProof/>
        </w:rPr>
      </w:pPr>
      <w:r w:rsidRPr="00D22121">
        <w:rPr>
          <w:noProof/>
        </w:rPr>
        <w:t>1</w:t>
      </w:r>
      <w:r w:rsidR="00E96616" w:rsidRPr="00D22121">
        <w:rPr>
          <w:noProof/>
        </w:rPr>
        <w:t>8</w:t>
      </w:r>
      <w:r w:rsidRPr="00D22121">
        <w:rPr>
          <w:noProof/>
        </w:rPr>
        <w:t xml:space="preserve">. </w:t>
      </w:r>
      <w:r w:rsidRPr="00D22121">
        <w:rPr>
          <w:rFonts w:eastAsia="Calibri"/>
          <w:noProof/>
        </w:rPr>
        <w:t>Valstybės biudžeto lėšas, skirtas mokytojų pasitraukimo ir</w:t>
      </w:r>
      <w:r>
        <w:rPr>
          <w:rFonts w:eastAsia="Calibri"/>
          <w:noProof/>
        </w:rPr>
        <w:t xml:space="preserve"> (</w:t>
      </w:r>
      <w:r w:rsidRPr="00D22121">
        <w:rPr>
          <w:rFonts w:eastAsia="Calibri"/>
          <w:noProof/>
        </w:rPr>
        <w:t>ar</w:t>
      </w:r>
      <w:r>
        <w:rPr>
          <w:rFonts w:eastAsia="Calibri"/>
          <w:noProof/>
        </w:rPr>
        <w:t>)</w:t>
      </w:r>
      <w:r w:rsidRPr="00D22121">
        <w:rPr>
          <w:rFonts w:eastAsia="Calibri"/>
          <w:noProof/>
        </w:rPr>
        <w:t xml:space="preserve"> pritraukimo išlaidoms padengti</w:t>
      </w:r>
      <w:r>
        <w:rPr>
          <w:rFonts w:eastAsia="Calibri"/>
          <w:noProof/>
        </w:rPr>
        <w:t>,</w:t>
      </w:r>
      <w:r w:rsidRPr="00D22121">
        <w:rPr>
          <w:rFonts w:eastAsia="Calibri"/>
          <w:noProof/>
        </w:rPr>
        <w:t xml:space="preserve"> paskirsto ir perskirsto </w:t>
      </w:r>
      <w:r w:rsidR="00796814" w:rsidRPr="00D22121">
        <w:rPr>
          <w:rFonts w:eastAsia="Calibri"/>
          <w:noProof/>
        </w:rPr>
        <w:t>S</w:t>
      </w:r>
      <w:r w:rsidRPr="00D22121">
        <w:rPr>
          <w:rFonts w:eastAsia="Calibri"/>
          <w:noProof/>
        </w:rPr>
        <w:t xml:space="preserve">avivaldybės taryba. </w:t>
      </w:r>
    </w:p>
    <w:p w14:paraId="531DA470" w14:textId="77777777" w:rsidR="00C10BDB" w:rsidRPr="00D22121" w:rsidRDefault="00E96616" w:rsidP="00BE5C8B">
      <w:pPr>
        <w:ind w:firstLine="720"/>
        <w:jc w:val="both"/>
        <w:rPr>
          <w:noProof/>
        </w:rPr>
      </w:pPr>
      <w:r w:rsidRPr="00D22121">
        <w:rPr>
          <w:noProof/>
        </w:rPr>
        <w:t>19</w:t>
      </w:r>
      <w:r w:rsidR="00D2753D" w:rsidRPr="00D22121">
        <w:rPr>
          <w:noProof/>
        </w:rPr>
        <w:t>. Mokyklos vadovai atsako už joms paskirtų valstybės biudžeto lėšų panaudojimą pagal Apraše nustatytą paskirtį.</w:t>
      </w:r>
    </w:p>
    <w:p w14:paraId="333A3A59" w14:textId="77777777" w:rsidR="00A624B0" w:rsidRPr="00D22121" w:rsidRDefault="00A624B0" w:rsidP="00BE5C8B">
      <w:pPr>
        <w:ind w:firstLine="720"/>
        <w:jc w:val="both"/>
        <w:rPr>
          <w:noProof/>
        </w:rPr>
      </w:pPr>
      <w:r w:rsidRPr="00D22121">
        <w:rPr>
          <w:noProof/>
        </w:rPr>
        <w:t>20. Lėšų naudojimo kontrolę atlieka Savivaldybės kontrolės ir audito tarnyba.</w:t>
      </w:r>
    </w:p>
    <w:p w14:paraId="5BDD441E" w14:textId="77777777" w:rsidR="00C10BDB" w:rsidRPr="00D22121" w:rsidRDefault="00D2753D" w:rsidP="00BE5C8B">
      <w:pPr>
        <w:ind w:firstLine="720"/>
        <w:jc w:val="both"/>
        <w:rPr>
          <w:noProof/>
        </w:rPr>
      </w:pPr>
      <w:r w:rsidRPr="00D22121">
        <w:rPr>
          <w:noProof/>
        </w:rPr>
        <w:t>2</w:t>
      </w:r>
      <w:r w:rsidR="00A624B0" w:rsidRPr="00D22121">
        <w:rPr>
          <w:noProof/>
        </w:rPr>
        <w:t>1</w:t>
      </w:r>
      <w:r w:rsidRPr="00D22121">
        <w:rPr>
          <w:noProof/>
        </w:rPr>
        <w:t>. Dokumentai, susiję su šiame Apraše numatytų valstybės biudžeto lėšų panaudojimu, saugomi teisės aktų nustatyta tvarka.</w:t>
      </w:r>
    </w:p>
    <w:p w14:paraId="528B204B" w14:textId="77777777" w:rsidR="00C10BDB" w:rsidRPr="00D22121" w:rsidRDefault="00ED51CF" w:rsidP="00BE5C8B">
      <w:pPr>
        <w:jc w:val="center"/>
        <w:rPr>
          <w:noProof/>
        </w:rPr>
      </w:pPr>
      <w:r w:rsidRPr="00D22121">
        <w:rPr>
          <w:noProof/>
        </w:rPr>
        <w:t>______________</w:t>
      </w:r>
    </w:p>
    <w:p w14:paraId="3E62BE94" w14:textId="77777777" w:rsidR="00C10BDB" w:rsidRPr="00D22121" w:rsidRDefault="00C10BDB" w:rsidP="00BE5C8B">
      <w:pPr>
        <w:rPr>
          <w:noProof/>
        </w:rPr>
      </w:pPr>
    </w:p>
    <w:sectPr w:rsidR="00C10BDB" w:rsidRPr="00D22121">
      <w:headerReference w:type="even" r:id="rId7"/>
      <w:headerReference w:type="default" r:id="rId8"/>
      <w:footerReference w:type="even" r:id="rId9"/>
      <w:footerReference w:type="first" r:id="rId10"/>
      <w:pgSz w:w="11907" w:h="16840"/>
      <w:pgMar w:top="1134" w:right="567" w:bottom="1134" w:left="1701" w:header="680" w:footer="567"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23A990" w14:textId="77777777" w:rsidR="00E30542" w:rsidRDefault="00E30542">
      <w:pPr>
        <w:rPr>
          <w:rFonts w:ascii="Calibri" w:hAnsi="Calibri"/>
          <w:sz w:val="22"/>
          <w:szCs w:val="22"/>
          <w:lang w:val="en-US"/>
        </w:rPr>
      </w:pPr>
      <w:r>
        <w:rPr>
          <w:rFonts w:ascii="Calibri" w:hAnsi="Calibri"/>
          <w:sz w:val="22"/>
          <w:szCs w:val="22"/>
          <w:lang w:val="en-US"/>
        </w:rPr>
        <w:separator/>
      </w:r>
    </w:p>
  </w:endnote>
  <w:endnote w:type="continuationSeparator" w:id="0">
    <w:p w14:paraId="7DCD466F" w14:textId="77777777" w:rsidR="00E30542" w:rsidRDefault="00E30542">
      <w:pPr>
        <w:rPr>
          <w:rFonts w:ascii="Calibri" w:hAnsi="Calibri"/>
          <w:sz w:val="22"/>
          <w:szCs w:val="22"/>
          <w:lang w:val="en-US"/>
        </w:rPr>
      </w:pPr>
      <w:r>
        <w:rPr>
          <w:rFonts w:ascii="Calibri" w:hAnsi="Calibri"/>
          <w:sz w:val="22"/>
          <w:szCs w:val="22"/>
          <w:lang w:val="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8E80A" w14:textId="77777777" w:rsidR="00C10BDB" w:rsidRDefault="00C10BDB">
    <w:pPr>
      <w:tabs>
        <w:tab w:val="center" w:pos="4986"/>
        <w:tab w:val="right" w:pos="9972"/>
      </w:tabs>
      <w:spacing w:after="200" w:line="276" w:lineRule="auto"/>
      <w:rPr>
        <w:rFonts w:ascii="Calibri" w:hAnsi="Calibri"/>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AE9CB" w14:textId="77777777" w:rsidR="00C10BDB" w:rsidRDefault="00C10BDB">
    <w:pPr>
      <w:tabs>
        <w:tab w:val="center" w:pos="4986"/>
        <w:tab w:val="right" w:pos="9972"/>
      </w:tabs>
      <w:spacing w:after="200" w:line="276" w:lineRule="auto"/>
      <w:rPr>
        <w:rFonts w:ascii="Calibri" w:hAnsi="Calibri"/>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106F27" w14:textId="77777777" w:rsidR="00E30542" w:rsidRDefault="00E30542">
      <w:pPr>
        <w:rPr>
          <w:rFonts w:ascii="Calibri" w:hAnsi="Calibri"/>
          <w:sz w:val="22"/>
          <w:szCs w:val="22"/>
          <w:lang w:val="en-US"/>
        </w:rPr>
      </w:pPr>
      <w:r>
        <w:rPr>
          <w:rFonts w:ascii="Calibri" w:hAnsi="Calibri"/>
          <w:sz w:val="22"/>
          <w:szCs w:val="22"/>
          <w:lang w:val="en-US"/>
        </w:rPr>
        <w:separator/>
      </w:r>
    </w:p>
  </w:footnote>
  <w:footnote w:type="continuationSeparator" w:id="0">
    <w:p w14:paraId="090C2DA6" w14:textId="77777777" w:rsidR="00E30542" w:rsidRDefault="00E30542">
      <w:pPr>
        <w:rPr>
          <w:rFonts w:ascii="Calibri" w:hAnsi="Calibri"/>
          <w:sz w:val="22"/>
          <w:szCs w:val="22"/>
          <w:lang w:val="en-US"/>
        </w:rPr>
      </w:pPr>
      <w:r>
        <w:rPr>
          <w:rFonts w:ascii="Calibri" w:hAnsi="Calibri"/>
          <w:sz w:val="22"/>
          <w:szCs w:val="22"/>
          <w:lang w:val="en-US"/>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8B666" w14:textId="77777777" w:rsidR="00C10BDB" w:rsidRDefault="00C10BDB">
    <w:pPr>
      <w:tabs>
        <w:tab w:val="center" w:pos="4986"/>
        <w:tab w:val="right" w:pos="9972"/>
      </w:tabs>
      <w:spacing w:after="200" w:line="276" w:lineRule="auto"/>
      <w:rPr>
        <w:rFonts w:ascii="Calibri" w:hAnsi="Calibri"/>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2374C" w14:textId="77777777" w:rsidR="00C10BDB" w:rsidRDefault="00ED51CF">
    <w:pPr>
      <w:tabs>
        <w:tab w:val="center" w:pos="4986"/>
        <w:tab w:val="right" w:pos="9972"/>
      </w:tabs>
      <w:spacing w:after="200" w:line="276" w:lineRule="auto"/>
      <w:jc w:val="center"/>
      <w:rPr>
        <w:rFonts w:ascii="Calibri" w:hAnsi="Calibri"/>
        <w:sz w:val="22"/>
        <w:szCs w:val="22"/>
        <w:lang w:val="en-US"/>
      </w:rPr>
    </w:pPr>
    <w:r>
      <w:rPr>
        <w:rFonts w:ascii="Calibri" w:hAnsi="Calibri"/>
        <w:sz w:val="22"/>
        <w:szCs w:val="22"/>
        <w:lang w:val="en-US"/>
      </w:rPr>
      <w:fldChar w:fldCharType="begin"/>
    </w:r>
    <w:r>
      <w:rPr>
        <w:rFonts w:ascii="Calibri" w:hAnsi="Calibri"/>
        <w:sz w:val="22"/>
        <w:szCs w:val="22"/>
        <w:lang w:val="en-US"/>
      </w:rPr>
      <w:instrText>PAGE   \* MERGEFORMAT</w:instrText>
    </w:r>
    <w:r>
      <w:rPr>
        <w:rFonts w:ascii="Calibri" w:hAnsi="Calibri"/>
        <w:sz w:val="22"/>
        <w:szCs w:val="22"/>
        <w:lang w:val="en-US"/>
      </w:rPr>
      <w:fldChar w:fldCharType="separate"/>
    </w:r>
    <w:r>
      <w:rPr>
        <w:rFonts w:ascii="Calibri" w:hAnsi="Calibri"/>
        <w:sz w:val="22"/>
        <w:szCs w:val="22"/>
      </w:rPr>
      <w:t>3</w:t>
    </w:r>
    <w:r>
      <w:rPr>
        <w:rFonts w:ascii="Calibri" w:hAnsi="Calibri"/>
        <w:sz w:val="22"/>
        <w:szCs w:val="22"/>
        <w:lang w:val="en-U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696"/>
    <w:rsid w:val="00134E4D"/>
    <w:rsid w:val="00193744"/>
    <w:rsid w:val="001970BB"/>
    <w:rsid w:val="001A1355"/>
    <w:rsid w:val="001D0877"/>
    <w:rsid w:val="0020777D"/>
    <w:rsid w:val="002227DF"/>
    <w:rsid w:val="00230D1E"/>
    <w:rsid w:val="00273644"/>
    <w:rsid w:val="002E5ED8"/>
    <w:rsid w:val="003D6099"/>
    <w:rsid w:val="003D6915"/>
    <w:rsid w:val="00444C5C"/>
    <w:rsid w:val="004852DC"/>
    <w:rsid w:val="004C61EE"/>
    <w:rsid w:val="004E7797"/>
    <w:rsid w:val="004F2313"/>
    <w:rsid w:val="004F7DCC"/>
    <w:rsid w:val="00535696"/>
    <w:rsid w:val="00571DC1"/>
    <w:rsid w:val="0059723A"/>
    <w:rsid w:val="00602402"/>
    <w:rsid w:val="006048AB"/>
    <w:rsid w:val="00636424"/>
    <w:rsid w:val="00666285"/>
    <w:rsid w:val="00695F45"/>
    <w:rsid w:val="006F5B5A"/>
    <w:rsid w:val="00700314"/>
    <w:rsid w:val="00720682"/>
    <w:rsid w:val="00734874"/>
    <w:rsid w:val="0074390D"/>
    <w:rsid w:val="00796814"/>
    <w:rsid w:val="007D4560"/>
    <w:rsid w:val="00832081"/>
    <w:rsid w:val="008427AB"/>
    <w:rsid w:val="0087149C"/>
    <w:rsid w:val="00881C0F"/>
    <w:rsid w:val="008A0D7C"/>
    <w:rsid w:val="008C6E8E"/>
    <w:rsid w:val="009356D1"/>
    <w:rsid w:val="00946A89"/>
    <w:rsid w:val="00962FF7"/>
    <w:rsid w:val="0099047C"/>
    <w:rsid w:val="009C67A1"/>
    <w:rsid w:val="009F0957"/>
    <w:rsid w:val="00A624B0"/>
    <w:rsid w:val="00AF7409"/>
    <w:rsid w:val="00B0101C"/>
    <w:rsid w:val="00B14BFE"/>
    <w:rsid w:val="00BE5C8B"/>
    <w:rsid w:val="00C10BDB"/>
    <w:rsid w:val="00C26CD8"/>
    <w:rsid w:val="00CB06AC"/>
    <w:rsid w:val="00CB782D"/>
    <w:rsid w:val="00CD2FE6"/>
    <w:rsid w:val="00CF48D6"/>
    <w:rsid w:val="00D22121"/>
    <w:rsid w:val="00D2753D"/>
    <w:rsid w:val="00D94FA8"/>
    <w:rsid w:val="00DB7D74"/>
    <w:rsid w:val="00DE776D"/>
    <w:rsid w:val="00E110BC"/>
    <w:rsid w:val="00E30542"/>
    <w:rsid w:val="00E96616"/>
    <w:rsid w:val="00EA1CDE"/>
    <w:rsid w:val="00ED51CF"/>
    <w:rsid w:val="00F73799"/>
    <w:rsid w:val="00F8295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6C891E"/>
  <w15:docId w15:val="{A90DA822-9E67-4181-8A7E-38F66BF11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semiHidden/>
    <w:rsid w:val="007D4560"/>
    <w:rPr>
      <w:sz w:val="24"/>
      <w:lang w:eastAsia="en-US"/>
    </w:rPr>
  </w:style>
  <w:style w:type="paragraph" w:styleId="Antrats">
    <w:name w:val="header"/>
    <w:basedOn w:val="prastasis"/>
    <w:link w:val="AntratsDiagrama"/>
    <w:unhideWhenUsed/>
    <w:rsid w:val="00BE5C8B"/>
    <w:pPr>
      <w:tabs>
        <w:tab w:val="center" w:pos="4819"/>
        <w:tab w:val="right" w:pos="9638"/>
      </w:tabs>
    </w:pPr>
  </w:style>
  <w:style w:type="character" w:customStyle="1" w:styleId="AntratsDiagrama">
    <w:name w:val="Antraštės Diagrama"/>
    <w:link w:val="Antrats"/>
    <w:rsid w:val="00BE5C8B"/>
    <w:rPr>
      <w:sz w:val="24"/>
      <w:lang w:eastAsia="en-US"/>
    </w:rPr>
  </w:style>
  <w:style w:type="paragraph" w:styleId="Porat">
    <w:name w:val="footer"/>
    <w:basedOn w:val="prastasis"/>
    <w:link w:val="PoratDiagrama"/>
    <w:semiHidden/>
    <w:unhideWhenUsed/>
    <w:rsid w:val="00BE5C8B"/>
    <w:pPr>
      <w:tabs>
        <w:tab w:val="center" w:pos="4819"/>
        <w:tab w:val="right" w:pos="9638"/>
      </w:tabs>
    </w:pPr>
  </w:style>
  <w:style w:type="character" w:customStyle="1" w:styleId="PoratDiagrama">
    <w:name w:val="Poraštė Diagrama"/>
    <w:link w:val="Porat"/>
    <w:semiHidden/>
    <w:rsid w:val="00BE5C8B"/>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4788630">
      <w:bodyDiv w:val="1"/>
      <w:marLeft w:val="0"/>
      <w:marRight w:val="0"/>
      <w:marTop w:val="0"/>
      <w:marBottom w:val="0"/>
      <w:divBdr>
        <w:top w:val="none" w:sz="0" w:space="0" w:color="auto"/>
        <w:left w:val="none" w:sz="0" w:space="0" w:color="auto"/>
        <w:bottom w:val="none" w:sz="0" w:space="0" w:color="auto"/>
        <w:right w:val="none" w:sz="0" w:space="0" w:color="auto"/>
      </w:divBdr>
    </w:div>
    <w:div w:id="1068460314">
      <w:bodyDiv w:val="1"/>
      <w:marLeft w:val="0"/>
      <w:marRight w:val="0"/>
      <w:marTop w:val="0"/>
      <w:marBottom w:val="0"/>
      <w:divBdr>
        <w:top w:val="none" w:sz="0" w:space="0" w:color="auto"/>
        <w:left w:val="none" w:sz="0" w:space="0" w:color="auto"/>
        <w:bottom w:val="none" w:sz="0" w:space="0" w:color="auto"/>
        <w:right w:val="none" w:sz="0" w:space="0" w:color="auto"/>
      </w:divBdr>
    </w:div>
    <w:div w:id="1350909962">
      <w:marLeft w:val="0"/>
      <w:marRight w:val="0"/>
      <w:marTop w:val="0"/>
      <w:marBottom w:val="0"/>
      <w:divBdr>
        <w:top w:val="none" w:sz="0" w:space="0" w:color="auto"/>
        <w:left w:val="none" w:sz="0" w:space="0" w:color="auto"/>
        <w:bottom w:val="none" w:sz="0" w:space="0" w:color="auto"/>
        <w:right w:val="none" w:sz="0" w:space="0" w:color="auto"/>
      </w:divBdr>
    </w:div>
    <w:div w:id="1454446617">
      <w:bodyDiv w:val="1"/>
      <w:marLeft w:val="0"/>
      <w:marRight w:val="0"/>
      <w:marTop w:val="0"/>
      <w:marBottom w:val="0"/>
      <w:divBdr>
        <w:top w:val="none" w:sz="0" w:space="0" w:color="auto"/>
        <w:left w:val="none" w:sz="0" w:space="0" w:color="auto"/>
        <w:bottom w:val="none" w:sz="0" w:space="0" w:color="auto"/>
        <w:right w:val="none" w:sz="0" w:space="0" w:color="auto"/>
      </w:divBdr>
    </w:div>
    <w:div w:id="1917326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64006067c79a4d098d088b198117bd19.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1151C-D477-4202-8808-E8598C36D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64006067c79a4d098d088b198117bd19</Template>
  <TotalTime>2</TotalTime>
  <Pages>3</Pages>
  <Words>5601</Words>
  <Characters>3193</Characters>
  <Application>Microsoft Office Word</Application>
  <DocSecurity>0</DocSecurity>
  <Lines>26</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2024 METŲ VALSTYBĖS BIUDŽETO LĖŠŲ, SKIRTŲ IŠLAIDOMS, SUSIJUSIOMS SU SKUODO RAJONO SAVIVALDYBĖS MOKYKLŲ MOKYTOJŲ, DIRBANČIŲ PAGAL IKIMOKYKLINIO, PRIEŠMOKYKLINIO IR BENDROJO UGDYMO PROGRAMAS, PERSONALO OPTIMIZAVIMU IR ATNAUJINIMU, APMOKĖTI, PASKIRSTYMO </vt:lpstr>
      <vt:lpstr/>
    </vt:vector>
  </TitlesOfParts>
  <Manager>2024-06-27</Manager>
  <Company/>
  <LinksUpToDate>false</LinksUpToDate>
  <CharactersWithSpaces>8777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2024 METŲ VALSTYBĖS BIUDŽETO LĖŠŲ, SKIRTŲ IŠLAIDOMS, SUSIJUSIOMS SU SKUODO RAJONO SAVIVALDYBĖS MOKYKLŲ MOKYTOJŲ, DIRBANČIŲ PAGAL IKIMOKYKLINIO, PRIEŠMOKYKLINIO IR BENDROJO UGDYMO PROGRAMAS, PERSONALO OPTIMIZAVIMU IR ATNAUJINIMU, APMOKĖTI, PASKIRSTYMO TVARKOS APRAŠO PATVIRTINIMO (1 PRIEDAS)</dc:title>
  <dc:subject>T9-124</dc:subject>
  <dc:creator>SKUODO RAJONO SAVIVALDYBĖS TARYBA</dc:creator>
  <cp:keywords/>
  <cp:lastModifiedBy>Sadauskienė, Dalia</cp:lastModifiedBy>
  <cp:revision>3</cp:revision>
  <cp:lastPrinted>2024-05-24T08:23:00Z</cp:lastPrinted>
  <dcterms:created xsi:type="dcterms:W3CDTF">2025-05-20T06:32:00Z</dcterms:created>
  <dcterms:modified xsi:type="dcterms:W3CDTF">2025-05-20T06:32:00Z</dcterms:modified>
  <cp:category>PRIEDAS</cp:category>
</cp:coreProperties>
</file>